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01E6F" w14:textId="77777777" w:rsidR="004D36D7" w:rsidRPr="00FD4A68" w:rsidRDefault="001C0C9E" w:rsidP="00B47940">
      <w:pPr>
        <w:pStyle w:val="Title"/>
        <w:rPr>
          <w:rStyle w:val="LabTitleInstVersred"/>
          <w:b/>
          <w:color w:val="auto"/>
        </w:rPr>
      </w:pPr>
      <w:sdt>
        <w:sdtPr>
          <w:rPr>
            <w:b w:val="0"/>
            <w:color w:val="EE0000"/>
          </w:rPr>
          <w:alias w:val="Title"/>
          <w:tag w:val=""/>
          <w:id w:val="-487021785"/>
          <w:placeholder>
            <w:docPart w:val="729999D184EC4CC69435CA55C02A8C5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F2455">
            <w:t>Lab - Reading Server Logs</w:t>
          </w:r>
        </w:sdtContent>
      </w:sdt>
      <w:r w:rsidR="004D36D7" w:rsidRPr="00FD4A68">
        <w:t xml:space="preserve"> </w:t>
      </w:r>
      <w:r w:rsidR="00D84BDA" w:rsidRPr="00FD4A68">
        <w:rPr>
          <w:rStyle w:val="LabTitleInstVersred"/>
        </w:rPr>
        <w:t>(Instructor Version)</w:t>
      </w:r>
    </w:p>
    <w:p w14:paraId="18DC6816"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5A91CCB6" w14:textId="77777777" w:rsidR="00D778DF" w:rsidRDefault="00D778DF" w:rsidP="00D452F4">
      <w:pPr>
        <w:pStyle w:val="Heading1"/>
      </w:pPr>
      <w:r w:rsidRPr="00E70096">
        <w:t>Objectives</w:t>
      </w:r>
    </w:p>
    <w:p w14:paraId="26674F37" w14:textId="4A6DE298" w:rsidR="00AF2455" w:rsidRPr="00AB34BF" w:rsidRDefault="00AF2455" w:rsidP="00AF2455">
      <w:pPr>
        <w:pStyle w:val="BodyTextL25Bold"/>
      </w:pPr>
      <w:r w:rsidRPr="00AB34BF">
        <w:t>Part 1: Reading Log Files with Cat, More</w:t>
      </w:r>
      <w:r w:rsidR="009673C5">
        <w:t>,</w:t>
      </w:r>
      <w:r w:rsidRPr="00AB34BF">
        <w:t xml:space="preserve"> Less</w:t>
      </w:r>
      <w:r w:rsidR="009673C5">
        <w:t>, and Tail</w:t>
      </w:r>
    </w:p>
    <w:p w14:paraId="6456B670" w14:textId="77777777" w:rsidR="00AF2455" w:rsidRPr="00AB34BF" w:rsidRDefault="00AF2455" w:rsidP="00AF2455">
      <w:pPr>
        <w:pStyle w:val="BodyTextL25Bold"/>
      </w:pPr>
      <w:r w:rsidRPr="00AB34BF">
        <w:t xml:space="preserve">Part 2: </w:t>
      </w:r>
      <w:r>
        <w:t>Log Files and Syslog</w:t>
      </w:r>
    </w:p>
    <w:p w14:paraId="6DA1CF23" w14:textId="77777777" w:rsidR="00AF2455" w:rsidRPr="0047026E" w:rsidRDefault="00AF2455" w:rsidP="00AF2455">
      <w:pPr>
        <w:pStyle w:val="BodyTextL25Bold"/>
      </w:pPr>
      <w:r w:rsidRPr="00C97A1E">
        <w:t xml:space="preserve">Part 3: </w:t>
      </w:r>
      <w:r>
        <w:t xml:space="preserve">Log Files and </w:t>
      </w:r>
      <w:proofErr w:type="spellStart"/>
      <w:r w:rsidRPr="00C97A1E">
        <w:t>Journalctl</w:t>
      </w:r>
      <w:proofErr w:type="spellEnd"/>
    </w:p>
    <w:p w14:paraId="7394537E" w14:textId="77777777" w:rsidR="00D778DF" w:rsidRDefault="00D778DF" w:rsidP="00D452F4">
      <w:pPr>
        <w:pStyle w:val="Heading1"/>
      </w:pPr>
      <w:r w:rsidRPr="00E70096">
        <w:t>Background / Scenario</w:t>
      </w:r>
    </w:p>
    <w:p w14:paraId="06EF503D" w14:textId="77777777" w:rsidR="00AF2455" w:rsidRDefault="00AF2455" w:rsidP="00AF2455">
      <w:pPr>
        <w:pStyle w:val="BodyTextL25"/>
      </w:pPr>
      <w:r w:rsidRPr="002826CD">
        <w:t>Log files are an important tool for troubleshooting and monitoring. Different application generate</w:t>
      </w:r>
      <w:r>
        <w:t>s</w:t>
      </w:r>
      <w:r w:rsidRPr="002826CD">
        <w:t xml:space="preserve"> different log files, each one containing its own set of fields and information. While the field structure may change between log files, the tools used to read them are mostly the same. In this lab</w:t>
      </w:r>
      <w:r>
        <w:t>,</w:t>
      </w:r>
      <w:r w:rsidRPr="002826CD">
        <w:t xml:space="preserve"> you will learn </w:t>
      </w:r>
      <w:r>
        <w:t>about common tools used to read log file and practice using them.</w:t>
      </w:r>
    </w:p>
    <w:p w14:paraId="2DE333E8" w14:textId="77777777" w:rsidR="00D778DF" w:rsidRPr="00E70096" w:rsidRDefault="00D778DF" w:rsidP="00D452F4">
      <w:pPr>
        <w:pStyle w:val="Heading1"/>
      </w:pPr>
      <w:r w:rsidRPr="00E70096">
        <w:t>Required Resources</w:t>
      </w:r>
    </w:p>
    <w:p w14:paraId="0AE9BA4A" w14:textId="4F89F95B" w:rsidR="00AF2455" w:rsidRDefault="00AF2455" w:rsidP="00AF2455">
      <w:pPr>
        <w:pStyle w:val="Bulletlevel1"/>
        <w:spacing w:before="60" w:after="60" w:line="276" w:lineRule="auto"/>
        <w:rPr>
          <w:noProof/>
        </w:rPr>
      </w:pPr>
      <w:r>
        <w:rPr>
          <w:noProof/>
        </w:rPr>
        <w:t xml:space="preserve">CyberOps Workstation </w:t>
      </w:r>
      <w:r w:rsidR="00A423ED">
        <w:rPr>
          <w:noProof/>
        </w:rPr>
        <w:t>v</w:t>
      </w:r>
      <w:r>
        <w:rPr>
          <w:noProof/>
        </w:rPr>
        <w:t xml:space="preserve">irtual </w:t>
      </w:r>
      <w:r w:rsidR="00A423ED">
        <w:rPr>
          <w:noProof/>
        </w:rPr>
        <w:t>m</w:t>
      </w:r>
      <w:r>
        <w:rPr>
          <w:noProof/>
        </w:rPr>
        <w:t>achine</w:t>
      </w:r>
    </w:p>
    <w:p w14:paraId="7563CEF6" w14:textId="77777777" w:rsidR="00125806" w:rsidRDefault="00125806" w:rsidP="00D452F4">
      <w:pPr>
        <w:pStyle w:val="Heading1"/>
      </w:pPr>
      <w:r>
        <w:t>Instructions</w:t>
      </w:r>
    </w:p>
    <w:p w14:paraId="30649757" w14:textId="77777777" w:rsidR="00AF2455" w:rsidRPr="00164274" w:rsidRDefault="00AF2455" w:rsidP="00AF2455">
      <w:pPr>
        <w:pStyle w:val="Heading2"/>
      </w:pPr>
      <w:r>
        <w:t>Reading Log Files with Cat, More, Less, and Tail</w:t>
      </w:r>
    </w:p>
    <w:p w14:paraId="1E0E9EE7" w14:textId="77777777" w:rsidR="00AF2455" w:rsidRDefault="00AF2455" w:rsidP="00AF2455">
      <w:pPr>
        <w:pStyle w:val="BodyTextL25"/>
      </w:pPr>
      <w:r>
        <w:t xml:space="preserve">Log files are files used to record specific events triggered by applications, </w:t>
      </w:r>
      <w:proofErr w:type="gramStart"/>
      <w:r>
        <w:t>services</w:t>
      </w:r>
      <w:proofErr w:type="gramEnd"/>
      <w:r>
        <w:t xml:space="preserve"> or the operating system itself. Usually stored as plain-text, log files are an indispensable resource for troubleshooting.</w:t>
      </w:r>
    </w:p>
    <w:p w14:paraId="31F2C389" w14:textId="77777777" w:rsidR="00AF2455" w:rsidRPr="001F4F1B" w:rsidRDefault="00AF2455" w:rsidP="00AF2455">
      <w:pPr>
        <w:pStyle w:val="Heading3"/>
      </w:pPr>
      <w:r>
        <w:t>Opening Log Files.</w:t>
      </w:r>
    </w:p>
    <w:p w14:paraId="49441A6A" w14:textId="77777777" w:rsidR="00AF2455" w:rsidRDefault="00AF2455" w:rsidP="00AF2455">
      <w:pPr>
        <w:pStyle w:val="BodyTextL25"/>
      </w:pPr>
      <w:r>
        <w:t xml:space="preserve">Log files commonly contain plain-text information which can be viewed by practically any program able to handle text (text editors, for example). However, because of convenience, usability, and speed, a few tools are more commonly used than others. This section focuses on four command-line-based programs: </w:t>
      </w:r>
      <w:r w:rsidRPr="00F42156">
        <w:rPr>
          <w:b/>
        </w:rPr>
        <w:t>cat</w:t>
      </w:r>
      <w:r>
        <w:t xml:space="preserve">, </w:t>
      </w:r>
      <w:r w:rsidRPr="00F42156">
        <w:rPr>
          <w:b/>
        </w:rPr>
        <w:t>more</w:t>
      </w:r>
      <w:r>
        <w:t xml:space="preserve">, </w:t>
      </w:r>
      <w:r w:rsidRPr="00E938B2">
        <w:rPr>
          <w:b/>
        </w:rPr>
        <w:t>less</w:t>
      </w:r>
      <w:r>
        <w:t xml:space="preserve">, and </w:t>
      </w:r>
      <w:r w:rsidRPr="00E938B2">
        <w:rPr>
          <w:b/>
        </w:rPr>
        <w:t>tail</w:t>
      </w:r>
      <w:r>
        <w:t>.</w:t>
      </w:r>
    </w:p>
    <w:p w14:paraId="54B61E76" w14:textId="77777777" w:rsidR="00AF2455" w:rsidRDefault="00AF2455" w:rsidP="00AF2455">
      <w:pPr>
        <w:pStyle w:val="BodyTextL25"/>
        <w:rPr>
          <w:b/>
        </w:rPr>
      </w:pPr>
      <w:r>
        <w:rPr>
          <w:b/>
        </w:rPr>
        <w:t>cat</w:t>
      </w:r>
      <w:r>
        <w:t xml:space="preserve">, derived from the word ‘concatenate’, is a UNIX, command-line-based tool used to read and display the contents of a file on the screen. Because of its simplicity and it can open a text file and display it in a text-only terminal, </w:t>
      </w:r>
      <w:r w:rsidRPr="0061544D">
        <w:rPr>
          <w:b/>
        </w:rPr>
        <w:t>cat</w:t>
      </w:r>
      <w:r>
        <w:t xml:space="preserve"> is widely used to this day.</w:t>
      </w:r>
    </w:p>
    <w:p w14:paraId="69BB796B" w14:textId="77777777" w:rsidR="00AF2455" w:rsidRPr="006121EE" w:rsidRDefault="00AF2455" w:rsidP="00AF2455">
      <w:pPr>
        <w:pStyle w:val="SubStepAlpha"/>
      </w:pPr>
      <w:r>
        <w:t xml:space="preserve">Start the </w:t>
      </w:r>
      <w:proofErr w:type="spellStart"/>
      <w:r>
        <w:rPr>
          <w:b/>
        </w:rPr>
        <w:t>CyberOps</w:t>
      </w:r>
      <w:proofErr w:type="spellEnd"/>
      <w:r>
        <w:rPr>
          <w:b/>
        </w:rPr>
        <w:t xml:space="preserve"> </w:t>
      </w:r>
      <w:proofErr w:type="spellStart"/>
      <w:r>
        <w:rPr>
          <w:b/>
        </w:rPr>
        <w:t>Worstation</w:t>
      </w:r>
      <w:proofErr w:type="spellEnd"/>
      <w:r>
        <w:rPr>
          <w:b/>
        </w:rPr>
        <w:t xml:space="preserve"> VM</w:t>
      </w:r>
      <w:r>
        <w:t xml:space="preserve"> and open a terminal window.</w:t>
      </w:r>
    </w:p>
    <w:p w14:paraId="582DF4EE" w14:textId="77777777" w:rsidR="00AF2455" w:rsidRPr="006121EE" w:rsidRDefault="00AF2455" w:rsidP="00AF2455">
      <w:pPr>
        <w:pStyle w:val="SubStepAlpha"/>
      </w:pPr>
      <w:r>
        <w:t xml:space="preserve">From the terminal window, issue the command below to display the contents of the </w:t>
      </w:r>
      <w:r w:rsidRPr="0061544D">
        <w:rPr>
          <w:b/>
        </w:rPr>
        <w:t>logstash-tutorial.log</w:t>
      </w:r>
      <w:r>
        <w:t xml:space="preserve"> file, located in the </w:t>
      </w:r>
      <w:r w:rsidRPr="0061544D">
        <w:rPr>
          <w:b/>
        </w:rPr>
        <w:t>/home/analyst/</w:t>
      </w:r>
      <w:proofErr w:type="spellStart"/>
      <w:r w:rsidRPr="0061544D">
        <w:rPr>
          <w:b/>
        </w:rPr>
        <w:t>lab.support.files</w:t>
      </w:r>
      <w:proofErr w:type="spellEnd"/>
      <w:r w:rsidRPr="0061544D">
        <w:rPr>
          <w:b/>
        </w:rPr>
        <w:t>/</w:t>
      </w:r>
      <w:r>
        <w:t xml:space="preserve"> folder:</w:t>
      </w:r>
    </w:p>
    <w:p w14:paraId="761A4059" w14:textId="77777777" w:rsidR="00AF2455" w:rsidRPr="00E938B2" w:rsidRDefault="00AF2455" w:rsidP="00AF2455">
      <w:pPr>
        <w:pStyle w:val="SubStepAlpha"/>
        <w:numPr>
          <w:ilvl w:val="0"/>
          <w:numId w:val="0"/>
        </w:numPr>
        <w:ind w:left="720"/>
        <w:rPr>
          <w:rFonts w:ascii="Courier New" w:hAnsi="Courier New" w:cs="Courier New"/>
        </w:rPr>
      </w:pPr>
      <w:proofErr w:type="spellStart"/>
      <w:r w:rsidRPr="00E938B2">
        <w:rPr>
          <w:rFonts w:ascii="Courier New" w:hAnsi="Courier New" w:cs="Courier New"/>
        </w:rPr>
        <w:t>analyst@secOps</w:t>
      </w:r>
      <w:proofErr w:type="spellEnd"/>
      <w:r w:rsidRPr="00E938B2">
        <w:rPr>
          <w:rFonts w:ascii="Courier New" w:hAnsi="Courier New" w:cs="Courier New"/>
        </w:rPr>
        <w:t xml:space="preserve"> ~$ </w:t>
      </w:r>
      <w:r w:rsidRPr="00E938B2">
        <w:rPr>
          <w:rFonts w:ascii="Courier New" w:hAnsi="Courier New" w:cs="Courier New"/>
          <w:b/>
        </w:rPr>
        <w:t>cat /home/analyst/</w:t>
      </w:r>
      <w:proofErr w:type="spellStart"/>
      <w:r w:rsidRPr="00E938B2">
        <w:rPr>
          <w:rFonts w:ascii="Courier New" w:hAnsi="Courier New" w:cs="Courier New"/>
          <w:b/>
        </w:rPr>
        <w:t>lab.support.files</w:t>
      </w:r>
      <w:proofErr w:type="spellEnd"/>
      <w:r w:rsidRPr="00E938B2">
        <w:rPr>
          <w:rFonts w:ascii="Courier New" w:hAnsi="Courier New" w:cs="Courier New"/>
          <w:b/>
        </w:rPr>
        <w:t>/logstash-tutorial.log</w:t>
      </w:r>
    </w:p>
    <w:p w14:paraId="68239A21" w14:textId="77777777" w:rsidR="00AF2455" w:rsidRDefault="00AF2455" w:rsidP="00AF2455">
      <w:pPr>
        <w:pStyle w:val="SubStepAlpha"/>
        <w:numPr>
          <w:ilvl w:val="0"/>
          <w:numId w:val="0"/>
        </w:numPr>
        <w:ind w:left="720"/>
      </w:pPr>
      <w:r>
        <w:t>The contents of the file should scroll through the terminal window until the all contents have been displayed.</w:t>
      </w:r>
    </w:p>
    <w:p w14:paraId="1304DF38" w14:textId="77777777" w:rsidR="006121EE" w:rsidRDefault="006121EE" w:rsidP="006121EE">
      <w:pPr>
        <w:pStyle w:val="Heading4"/>
      </w:pPr>
      <w:r>
        <w:t>Question:</w:t>
      </w:r>
    </w:p>
    <w:p w14:paraId="38DCD14F" w14:textId="5FB08C57" w:rsidR="00AF2455" w:rsidRDefault="00AF2455" w:rsidP="006121EE">
      <w:pPr>
        <w:pStyle w:val="SubStepAlpha"/>
        <w:numPr>
          <w:ilvl w:val="0"/>
          <w:numId w:val="0"/>
        </w:numPr>
        <w:spacing w:before="0"/>
        <w:ind w:left="720"/>
      </w:pPr>
      <w:r>
        <w:t xml:space="preserve">What is a drawback of using </w:t>
      </w:r>
      <w:r w:rsidRPr="006C2021">
        <w:rPr>
          <w:b/>
        </w:rPr>
        <w:t>cat</w:t>
      </w:r>
      <w:r>
        <w:rPr>
          <w:b/>
        </w:rPr>
        <w:t xml:space="preserve"> </w:t>
      </w:r>
      <w:r>
        <w:t>with large text files?</w:t>
      </w:r>
    </w:p>
    <w:p w14:paraId="37FAA7E6" w14:textId="6320B21F" w:rsidR="00AF2455" w:rsidRDefault="006121EE" w:rsidP="006121EE">
      <w:pPr>
        <w:pStyle w:val="AnswerLineL50"/>
        <w:spacing w:after="480"/>
      </w:pPr>
      <w:r>
        <w:t>Type your answers here.</w:t>
      </w:r>
    </w:p>
    <w:p w14:paraId="26080576" w14:textId="77777777" w:rsidR="00AF2455" w:rsidRPr="00DB6D2E" w:rsidRDefault="00AF2455" w:rsidP="00AF2455">
      <w:pPr>
        <w:pStyle w:val="SubStepAlpha"/>
        <w:numPr>
          <w:ilvl w:val="0"/>
          <w:numId w:val="0"/>
        </w:numPr>
        <w:ind w:left="720"/>
        <w:rPr>
          <w:rStyle w:val="AnswerGray"/>
        </w:rPr>
      </w:pPr>
      <w:r>
        <w:rPr>
          <w:rStyle w:val="AnswerGray"/>
        </w:rPr>
        <w:t>T</w:t>
      </w:r>
      <w:r w:rsidRPr="00DB6D2E">
        <w:rPr>
          <w:rStyle w:val="AnswerGray"/>
        </w:rPr>
        <w:t>he beginning of the file may get lost as cat doesn’t support page breaking.</w:t>
      </w:r>
    </w:p>
    <w:p w14:paraId="1CC650B8" w14:textId="5443C39A" w:rsidR="00AF2455" w:rsidRPr="006C2021" w:rsidRDefault="00AF2455" w:rsidP="00AF2455">
      <w:pPr>
        <w:pStyle w:val="BodyTextL50"/>
      </w:pPr>
      <w:r>
        <w:lastRenderedPageBreak/>
        <w:t xml:space="preserve">Another popular tool for visualizing log files is </w:t>
      </w:r>
      <w:r>
        <w:rPr>
          <w:b/>
        </w:rPr>
        <w:t>more</w:t>
      </w:r>
      <w:r w:rsidR="006121EE" w:rsidRPr="006121EE">
        <w:rPr>
          <w:bCs/>
        </w:rPr>
        <w:t>.</w:t>
      </w:r>
      <w:r>
        <w:t xml:space="preserve"> </w:t>
      </w:r>
      <w:proofErr w:type="gramStart"/>
      <w:r>
        <w:t>Similar to</w:t>
      </w:r>
      <w:proofErr w:type="gramEnd"/>
      <w:r>
        <w:t xml:space="preserve"> </w:t>
      </w:r>
      <w:r>
        <w:rPr>
          <w:b/>
        </w:rPr>
        <w:t>cat</w:t>
      </w:r>
      <w:r>
        <w:t xml:space="preserve">, </w:t>
      </w:r>
      <w:r>
        <w:rPr>
          <w:b/>
        </w:rPr>
        <w:t>more</w:t>
      </w:r>
      <w:r>
        <w:t xml:space="preserve"> is also a UNIX command-line-based tool that can open a text-based file and display the file contents on the screen. The main difference between </w:t>
      </w:r>
      <w:r w:rsidRPr="006C2021">
        <w:rPr>
          <w:b/>
        </w:rPr>
        <w:t>cat</w:t>
      </w:r>
      <w:r>
        <w:t xml:space="preserve"> and </w:t>
      </w:r>
      <w:r w:rsidRPr="006C2021">
        <w:rPr>
          <w:b/>
        </w:rPr>
        <w:t>more</w:t>
      </w:r>
      <w:r>
        <w:t xml:space="preserve"> is that </w:t>
      </w:r>
      <w:r w:rsidRPr="00E938B2">
        <w:rPr>
          <w:b/>
        </w:rPr>
        <w:t>more</w:t>
      </w:r>
      <w:r>
        <w:t xml:space="preserve"> supports page breaks, allowing the user to view the contents of a file, one page at a time. This can be done using the space bar to display the next page.</w:t>
      </w:r>
    </w:p>
    <w:p w14:paraId="7F1355F1" w14:textId="77777777" w:rsidR="00AF2455" w:rsidRDefault="00AF2455" w:rsidP="00AF2455">
      <w:pPr>
        <w:pStyle w:val="SubStepAlpha"/>
      </w:pPr>
      <w:r>
        <w:rPr>
          <w:noProof/>
        </w:rPr>
        <w:t xml:space="preserve">From the same terminal window, use the command below to display the contents of </w:t>
      </w:r>
      <w:r>
        <w:t xml:space="preserve">the </w:t>
      </w:r>
      <w:r w:rsidRPr="0061544D">
        <w:rPr>
          <w:b/>
        </w:rPr>
        <w:t>logstash-tutorial.log</w:t>
      </w:r>
      <w:r>
        <w:t xml:space="preserve"> file again. This time using </w:t>
      </w:r>
      <w:r>
        <w:rPr>
          <w:b/>
        </w:rPr>
        <w:t>more</w:t>
      </w:r>
      <w:r w:rsidRPr="006C2021">
        <w:t>:</w:t>
      </w:r>
    </w:p>
    <w:p w14:paraId="23D4FA1C" w14:textId="77777777" w:rsidR="00AF2455" w:rsidRPr="00E938B2" w:rsidRDefault="00AF2455" w:rsidP="00AF2455">
      <w:pPr>
        <w:pStyle w:val="SubStepAlpha"/>
        <w:numPr>
          <w:ilvl w:val="0"/>
          <w:numId w:val="0"/>
        </w:numPr>
        <w:ind w:left="720"/>
        <w:rPr>
          <w:rFonts w:ascii="Courier New" w:hAnsi="Courier New" w:cs="Courier New"/>
        </w:rPr>
      </w:pPr>
      <w:proofErr w:type="spellStart"/>
      <w:r w:rsidRPr="00E938B2">
        <w:rPr>
          <w:rFonts w:ascii="Courier New" w:hAnsi="Courier New" w:cs="Courier New"/>
        </w:rPr>
        <w:t>analyst@secOps</w:t>
      </w:r>
      <w:proofErr w:type="spellEnd"/>
      <w:r w:rsidRPr="00E938B2">
        <w:rPr>
          <w:rFonts w:ascii="Courier New" w:hAnsi="Courier New" w:cs="Courier New"/>
        </w:rPr>
        <w:t xml:space="preserve"> ~$ </w:t>
      </w:r>
      <w:r w:rsidRPr="00E938B2">
        <w:rPr>
          <w:rFonts w:ascii="Courier New" w:hAnsi="Courier New" w:cs="Courier New"/>
          <w:b/>
        </w:rPr>
        <w:t>more /home/analyst/</w:t>
      </w:r>
      <w:proofErr w:type="spellStart"/>
      <w:r w:rsidRPr="00E938B2">
        <w:rPr>
          <w:rFonts w:ascii="Courier New" w:hAnsi="Courier New" w:cs="Courier New"/>
          <w:b/>
        </w:rPr>
        <w:t>lab.support.files</w:t>
      </w:r>
      <w:proofErr w:type="spellEnd"/>
      <w:r w:rsidRPr="00E938B2">
        <w:rPr>
          <w:rFonts w:ascii="Courier New" w:hAnsi="Courier New" w:cs="Courier New"/>
          <w:b/>
        </w:rPr>
        <w:t>/logstash-tutorial.log</w:t>
      </w:r>
    </w:p>
    <w:p w14:paraId="3C8BCBE1" w14:textId="77777777" w:rsidR="00AF2455" w:rsidRDefault="00AF2455" w:rsidP="00AF2455">
      <w:pPr>
        <w:pStyle w:val="SubStepAlpha"/>
        <w:numPr>
          <w:ilvl w:val="0"/>
          <w:numId w:val="0"/>
        </w:numPr>
        <w:ind w:left="720"/>
      </w:pPr>
      <w:r>
        <w:t>The contents of the file should scroll through the terminal window and stop when one page is displayed. Press the space bar to advance to the next page. Press enter to display the next line of text.</w:t>
      </w:r>
    </w:p>
    <w:p w14:paraId="22BA6FB6" w14:textId="655C5309" w:rsidR="006121EE" w:rsidRDefault="006121EE" w:rsidP="006121EE">
      <w:pPr>
        <w:pStyle w:val="Heading4"/>
      </w:pPr>
      <w:r>
        <w:t>Question:</w:t>
      </w:r>
    </w:p>
    <w:p w14:paraId="5A194A0F" w14:textId="2E91997F" w:rsidR="00AF2455" w:rsidRDefault="00AF2455" w:rsidP="006121EE">
      <w:pPr>
        <w:pStyle w:val="SubStepAlpha"/>
        <w:numPr>
          <w:ilvl w:val="0"/>
          <w:numId w:val="0"/>
        </w:numPr>
        <w:spacing w:before="0"/>
        <w:ind w:left="720"/>
      </w:pPr>
      <w:r>
        <w:t xml:space="preserve">What is the drawback of using </w:t>
      </w:r>
      <w:r>
        <w:rPr>
          <w:b/>
        </w:rPr>
        <w:t>more</w:t>
      </w:r>
      <w:r>
        <w:t>?</w:t>
      </w:r>
    </w:p>
    <w:p w14:paraId="4CB01897" w14:textId="599501DF" w:rsidR="00AF2455" w:rsidRDefault="006121EE" w:rsidP="006121EE">
      <w:pPr>
        <w:pStyle w:val="AnswerLineL50"/>
        <w:spacing w:after="480"/>
      </w:pPr>
      <w:r>
        <w:t>Type your answers here.</w:t>
      </w:r>
    </w:p>
    <w:p w14:paraId="1AAC2CDA" w14:textId="77777777" w:rsidR="00AF2455" w:rsidRPr="00DB6D2E" w:rsidRDefault="00AF2455" w:rsidP="00AF2455">
      <w:pPr>
        <w:pStyle w:val="SubStepAlpha"/>
        <w:numPr>
          <w:ilvl w:val="0"/>
          <w:numId w:val="0"/>
        </w:numPr>
        <w:ind w:left="720"/>
        <w:rPr>
          <w:rStyle w:val="AnswerGray"/>
        </w:rPr>
      </w:pPr>
      <w:r>
        <w:rPr>
          <w:rStyle w:val="AnswerGray"/>
        </w:rPr>
        <w:t>D</w:t>
      </w:r>
      <w:r w:rsidRPr="00DB6D2E">
        <w:rPr>
          <w:rStyle w:val="AnswerGray"/>
        </w:rPr>
        <w:t>epending on the terminal application in use, it may not be easy to display again pages that were already displayed.</w:t>
      </w:r>
    </w:p>
    <w:p w14:paraId="5A41726C" w14:textId="77777777" w:rsidR="00AF2455" w:rsidRPr="006C2021" w:rsidRDefault="00AF2455" w:rsidP="00AF2455">
      <w:pPr>
        <w:pStyle w:val="BodyTextL50"/>
      </w:pPr>
      <w:r>
        <w:t xml:space="preserve">Building on the functionality of </w:t>
      </w:r>
      <w:r w:rsidRPr="00367406">
        <w:rPr>
          <w:b/>
        </w:rPr>
        <w:t>cat</w:t>
      </w:r>
      <w:r>
        <w:t xml:space="preserve"> and </w:t>
      </w:r>
      <w:r w:rsidRPr="00367406">
        <w:rPr>
          <w:b/>
        </w:rPr>
        <w:t>more</w:t>
      </w:r>
      <w:r>
        <w:t>, t</w:t>
      </w:r>
      <w:r w:rsidRPr="00367406">
        <w:t>he</w:t>
      </w:r>
      <w:r>
        <w:t xml:space="preserve"> </w:t>
      </w:r>
      <w:r>
        <w:rPr>
          <w:b/>
        </w:rPr>
        <w:t xml:space="preserve">less </w:t>
      </w:r>
      <w:r>
        <w:t>tool allows the contents of a file to be displayed page by page, while also allowing the user the choice of viewing previously displayed pages.</w:t>
      </w:r>
    </w:p>
    <w:p w14:paraId="1BCF812A" w14:textId="77777777" w:rsidR="00AF2455" w:rsidRDefault="00AF2455" w:rsidP="00AF2455">
      <w:pPr>
        <w:pStyle w:val="SubStepAlpha"/>
      </w:pPr>
      <w:r>
        <w:rPr>
          <w:noProof/>
        </w:rPr>
        <w:t xml:space="preserve">From the same terminal window, use </w:t>
      </w:r>
      <w:r>
        <w:rPr>
          <w:b/>
          <w:noProof/>
        </w:rPr>
        <w:t>less</w:t>
      </w:r>
      <w:r>
        <w:rPr>
          <w:noProof/>
        </w:rPr>
        <w:t xml:space="preserve"> to display the contents </w:t>
      </w:r>
      <w:r>
        <w:t xml:space="preserve">the </w:t>
      </w:r>
      <w:r w:rsidRPr="0061544D">
        <w:rPr>
          <w:b/>
        </w:rPr>
        <w:t>logstash-tutorial.log</w:t>
      </w:r>
      <w:r>
        <w:t xml:space="preserve"> file again:</w:t>
      </w:r>
    </w:p>
    <w:p w14:paraId="029AD944" w14:textId="77777777" w:rsidR="00AF2455" w:rsidRPr="00E938B2" w:rsidRDefault="00AF2455" w:rsidP="00AF2455">
      <w:pPr>
        <w:pStyle w:val="SubStepAlpha"/>
        <w:numPr>
          <w:ilvl w:val="0"/>
          <w:numId w:val="0"/>
        </w:numPr>
        <w:ind w:left="720"/>
        <w:rPr>
          <w:rFonts w:ascii="Courier New" w:hAnsi="Courier New" w:cs="Courier New"/>
        </w:rPr>
      </w:pPr>
      <w:proofErr w:type="spellStart"/>
      <w:r w:rsidRPr="00E938B2">
        <w:rPr>
          <w:rFonts w:ascii="Courier New" w:hAnsi="Courier New" w:cs="Courier New"/>
        </w:rPr>
        <w:t>analyst@secOps</w:t>
      </w:r>
      <w:proofErr w:type="spellEnd"/>
      <w:r w:rsidRPr="00E938B2">
        <w:rPr>
          <w:rFonts w:ascii="Courier New" w:hAnsi="Courier New" w:cs="Courier New"/>
        </w:rPr>
        <w:t xml:space="preserve"> ~$ </w:t>
      </w:r>
      <w:r w:rsidRPr="00E938B2">
        <w:rPr>
          <w:rFonts w:ascii="Courier New" w:hAnsi="Courier New" w:cs="Courier New"/>
          <w:b/>
        </w:rPr>
        <w:t>less /home/analyst/</w:t>
      </w:r>
      <w:proofErr w:type="spellStart"/>
      <w:r w:rsidRPr="00E938B2">
        <w:rPr>
          <w:rFonts w:ascii="Courier New" w:hAnsi="Courier New" w:cs="Courier New"/>
          <w:b/>
        </w:rPr>
        <w:t>lab.support.files</w:t>
      </w:r>
      <w:proofErr w:type="spellEnd"/>
      <w:r w:rsidRPr="00E938B2">
        <w:rPr>
          <w:rFonts w:ascii="Courier New" w:hAnsi="Courier New" w:cs="Courier New"/>
          <w:b/>
        </w:rPr>
        <w:t>/logstash-tutorial.log</w:t>
      </w:r>
    </w:p>
    <w:p w14:paraId="098DB13D" w14:textId="77777777" w:rsidR="00AF2455" w:rsidRDefault="00AF2455" w:rsidP="00AF2455">
      <w:pPr>
        <w:pStyle w:val="SubStepAlpha"/>
        <w:numPr>
          <w:ilvl w:val="0"/>
          <w:numId w:val="0"/>
        </w:numPr>
        <w:ind w:left="720"/>
      </w:pPr>
      <w:r>
        <w:t>The contents of the file should scroll through the terminal window and stop when one page is displayed. Press the space bar to advance to the next page. Press enter to display the next line of text. Use the up and down arrow keys to move back and forth through the text file.</w:t>
      </w:r>
    </w:p>
    <w:p w14:paraId="1BD53919" w14:textId="77777777" w:rsidR="00AF2455" w:rsidRDefault="00AF2455" w:rsidP="00AF2455">
      <w:pPr>
        <w:pStyle w:val="SubStepAlpha"/>
        <w:numPr>
          <w:ilvl w:val="0"/>
          <w:numId w:val="0"/>
        </w:numPr>
        <w:ind w:left="720"/>
      </w:pPr>
      <w:r>
        <w:t>Use the “</w:t>
      </w:r>
      <w:r w:rsidRPr="00E938B2">
        <w:rPr>
          <w:b/>
        </w:rPr>
        <w:t>q</w:t>
      </w:r>
      <w:r>
        <w:t xml:space="preserve">” key on your keyboard to exit the </w:t>
      </w:r>
      <w:r>
        <w:rPr>
          <w:b/>
        </w:rPr>
        <w:t>less</w:t>
      </w:r>
      <w:r>
        <w:t xml:space="preserve"> tool.</w:t>
      </w:r>
    </w:p>
    <w:p w14:paraId="5DFC2693" w14:textId="77777777" w:rsidR="00AF2455" w:rsidRDefault="00AF2455" w:rsidP="00AF2455">
      <w:pPr>
        <w:pStyle w:val="SubStepAlpha"/>
      </w:pPr>
      <w:r>
        <w:t xml:space="preserve">The </w:t>
      </w:r>
      <w:r w:rsidRPr="00E938B2">
        <w:rPr>
          <w:b/>
        </w:rPr>
        <w:t>tail</w:t>
      </w:r>
      <w:r>
        <w:t xml:space="preserve"> command displays the end of a text file. By default, </w:t>
      </w:r>
      <w:r>
        <w:rPr>
          <w:b/>
        </w:rPr>
        <w:t>tail</w:t>
      </w:r>
      <w:r>
        <w:t xml:space="preserve"> displays the last ten lines of the file.</w:t>
      </w:r>
    </w:p>
    <w:p w14:paraId="2D60B054" w14:textId="77777777" w:rsidR="00AF2455" w:rsidRDefault="00AF2455" w:rsidP="00AF2455">
      <w:pPr>
        <w:pStyle w:val="BodyTextL50"/>
      </w:pPr>
      <w:r>
        <w:t xml:space="preserve">Use tail to display the last ten lines of the </w:t>
      </w:r>
      <w:r w:rsidRPr="00F42F6B">
        <w:rPr>
          <w:b/>
        </w:rPr>
        <w:t>/home/analyst/</w:t>
      </w:r>
      <w:proofErr w:type="spellStart"/>
      <w:r w:rsidRPr="00F42F6B">
        <w:rPr>
          <w:b/>
        </w:rPr>
        <w:t>lab.support.files</w:t>
      </w:r>
      <w:proofErr w:type="spellEnd"/>
      <w:r w:rsidRPr="00F42F6B">
        <w:rPr>
          <w:b/>
        </w:rPr>
        <w:t>/logstash-tutorial.log</w:t>
      </w:r>
      <w:r>
        <w:t xml:space="preserve"> file.</w:t>
      </w:r>
    </w:p>
    <w:p w14:paraId="71595D48" w14:textId="77777777" w:rsidR="00AF2455" w:rsidRPr="00E938B2" w:rsidRDefault="00AF2455" w:rsidP="00AF2455">
      <w:pPr>
        <w:pStyle w:val="SubStepAlpha"/>
        <w:numPr>
          <w:ilvl w:val="0"/>
          <w:numId w:val="0"/>
        </w:numPr>
        <w:ind w:left="720"/>
        <w:rPr>
          <w:rFonts w:ascii="Courier New" w:hAnsi="Courier New" w:cs="Courier New"/>
        </w:rPr>
      </w:pPr>
      <w:proofErr w:type="spellStart"/>
      <w:r w:rsidRPr="00E938B2">
        <w:rPr>
          <w:rFonts w:ascii="Courier New" w:hAnsi="Courier New" w:cs="Courier New"/>
        </w:rPr>
        <w:t>analyst@secOps</w:t>
      </w:r>
      <w:proofErr w:type="spellEnd"/>
      <w:r w:rsidRPr="00E938B2">
        <w:rPr>
          <w:rFonts w:ascii="Courier New" w:hAnsi="Courier New" w:cs="Courier New"/>
        </w:rPr>
        <w:t xml:space="preserve"> ~$ </w:t>
      </w:r>
      <w:r w:rsidRPr="00E938B2">
        <w:rPr>
          <w:rFonts w:ascii="Courier New" w:hAnsi="Courier New" w:cs="Courier New"/>
          <w:b/>
        </w:rPr>
        <w:t>tail /home/analyst/</w:t>
      </w:r>
      <w:proofErr w:type="spellStart"/>
      <w:r w:rsidRPr="00E938B2">
        <w:rPr>
          <w:rFonts w:ascii="Courier New" w:hAnsi="Courier New" w:cs="Courier New"/>
          <w:b/>
        </w:rPr>
        <w:t>lab.support.files</w:t>
      </w:r>
      <w:proofErr w:type="spellEnd"/>
      <w:r w:rsidRPr="00E938B2">
        <w:rPr>
          <w:rFonts w:ascii="Courier New" w:hAnsi="Courier New" w:cs="Courier New"/>
          <w:b/>
        </w:rPr>
        <w:t>/logstash-tutorial.log</w:t>
      </w:r>
    </w:p>
    <w:p w14:paraId="0C5C7A09" w14:textId="77777777" w:rsidR="00AF2455" w:rsidRPr="00F42F6B" w:rsidRDefault="00AF2455" w:rsidP="00AF2455">
      <w:pPr>
        <w:pStyle w:val="CMDOutput"/>
      </w:pPr>
      <w:r w:rsidRPr="00F42F6B">
        <w:t>218.30.103.62 - - [04/Jan/2015:05:28:43 +0000] "GET /blog/geekery/xvfb-firefox.html HTTP/1.1" 200 10975 "-" "</w:t>
      </w:r>
      <w:proofErr w:type="spellStart"/>
      <w:r w:rsidRPr="00F42F6B">
        <w:t>Sogou</w:t>
      </w:r>
      <w:proofErr w:type="spellEnd"/>
      <w:r w:rsidRPr="00F42F6B">
        <w:t xml:space="preserve"> web spider/4.0(+http://www.sogou.com/docs/help/webmasters.htm#07)"</w:t>
      </w:r>
    </w:p>
    <w:p w14:paraId="52C26DE1" w14:textId="77777777" w:rsidR="00AF2455" w:rsidRPr="00F42F6B" w:rsidRDefault="00AF2455" w:rsidP="00AF2455">
      <w:pPr>
        <w:pStyle w:val="CMDOutput"/>
      </w:pPr>
      <w:r w:rsidRPr="00F42F6B">
        <w:t>218.30.103.62 - - [04/Jan/2015:05:29:06 +0000] "GET /blog/geekery/puppet-facts-into-mcollective.html HTTP/1.1" 200 9872 "-" "</w:t>
      </w:r>
      <w:proofErr w:type="spellStart"/>
      <w:r w:rsidRPr="00F42F6B">
        <w:t>Sogou</w:t>
      </w:r>
      <w:proofErr w:type="spellEnd"/>
      <w:r w:rsidRPr="00F42F6B">
        <w:t xml:space="preserve"> web spider/4.0(+http://www.sogou.com/docs/help/webmasters.htm#07)"</w:t>
      </w:r>
    </w:p>
    <w:p w14:paraId="07FE3CF0" w14:textId="77777777" w:rsidR="00AF2455" w:rsidRPr="00F42F6B" w:rsidRDefault="00AF2455" w:rsidP="00AF2455">
      <w:pPr>
        <w:pStyle w:val="CMDOutput"/>
      </w:pPr>
      <w:r w:rsidRPr="00F42F6B">
        <w:t xml:space="preserve">198.46.149.143 - - [04/Jan/2015:05:29:13 +0000] "GET </w:t>
      </w:r>
      <w:proofErr w:type="gramStart"/>
      <w:r w:rsidRPr="00F42F6B">
        <w:t>/blog/geekery/disabling-battery-in-ubuntu-vms.html?utm_source=feedburner&amp;utm_medium=feed&amp;utm_campaign=Feed%3A+semicomplete%2Fmain+%28semicomplete.com</w:t>
      </w:r>
      <w:proofErr w:type="gramEnd"/>
      <w:r w:rsidRPr="00F42F6B">
        <w:t xml:space="preserve">+-+Jordan+Sissel%29 HTTP/1.1" 200 9316 "-" "Tiny </w:t>
      </w:r>
      <w:proofErr w:type="spellStart"/>
      <w:r w:rsidRPr="00F42F6B">
        <w:t>Tiny</w:t>
      </w:r>
      <w:proofErr w:type="spellEnd"/>
      <w:r w:rsidRPr="00F42F6B">
        <w:t xml:space="preserve"> RSS/1.11 (http://tt-rss.org/)"</w:t>
      </w:r>
    </w:p>
    <w:p w14:paraId="3F7481C1" w14:textId="77777777" w:rsidR="00AF2455" w:rsidRPr="00F42F6B" w:rsidRDefault="00AF2455" w:rsidP="00AF2455">
      <w:pPr>
        <w:pStyle w:val="CMDOutput"/>
      </w:pPr>
      <w:r w:rsidRPr="00F42F6B">
        <w:t xml:space="preserve">198.46.149.143 - - [04/Jan/2015:05:29:13 +0000] "GET </w:t>
      </w:r>
      <w:proofErr w:type="gramStart"/>
      <w:r w:rsidRPr="00F42F6B">
        <w:t>/blog/geekery/solving-good-or-bad-problems.html?utm_source=feedburner&amp;utm_medium=feed&amp;utm_campaign=Feed%3A+semicomplete%2Fmain+%28semicomplete.com</w:t>
      </w:r>
      <w:proofErr w:type="gramEnd"/>
      <w:r w:rsidRPr="00F42F6B">
        <w:t xml:space="preserve">+-+Jordan+Sissel%29 HTTP/1.1" 200 10756 "-" "Tiny </w:t>
      </w:r>
      <w:proofErr w:type="spellStart"/>
      <w:r w:rsidRPr="00F42F6B">
        <w:t>Tiny</w:t>
      </w:r>
      <w:proofErr w:type="spellEnd"/>
      <w:r w:rsidRPr="00F42F6B">
        <w:t xml:space="preserve"> RSS/1.11 (http://tt-rss.org/)"</w:t>
      </w:r>
    </w:p>
    <w:p w14:paraId="73A29649" w14:textId="77777777" w:rsidR="00AF2455" w:rsidRPr="00F42F6B" w:rsidRDefault="00AF2455" w:rsidP="00AF2455">
      <w:pPr>
        <w:pStyle w:val="CMDOutput"/>
      </w:pPr>
      <w:r w:rsidRPr="00F42F6B">
        <w:t>218.30.103.62 - - [04/Jan/2015:05:29:26 +0000] "GET /blog/geekery/jquery-interface-puffer.html%20target= HTTP/1.1" 200 202 "-" "</w:t>
      </w:r>
      <w:proofErr w:type="spellStart"/>
      <w:r w:rsidRPr="00F42F6B">
        <w:t>Sogou</w:t>
      </w:r>
      <w:proofErr w:type="spellEnd"/>
      <w:r w:rsidRPr="00F42F6B">
        <w:t xml:space="preserve"> web spider/4.0(+http://www.sogou.com/docs/help/webmasters.htm#07)"</w:t>
      </w:r>
    </w:p>
    <w:p w14:paraId="3F6C722B" w14:textId="77777777" w:rsidR="00AF2455" w:rsidRPr="00F42F6B" w:rsidRDefault="00AF2455" w:rsidP="00AF2455">
      <w:pPr>
        <w:pStyle w:val="CMDOutput"/>
      </w:pPr>
      <w:r w:rsidRPr="00F42F6B">
        <w:t>218.30.103.62 - - [04/Jan/2015:05:29:48 +0000] "GET /blog/geekery/ec2-reserved-vs-ondemand.html HTTP/1.1" 200 11834 "-" "</w:t>
      </w:r>
      <w:proofErr w:type="spellStart"/>
      <w:r w:rsidRPr="00F42F6B">
        <w:t>Sogou</w:t>
      </w:r>
      <w:proofErr w:type="spellEnd"/>
      <w:r w:rsidRPr="00F42F6B">
        <w:t xml:space="preserve"> web spider/4.0(+http://www.sogou.com/docs/help/webmasters.htm#07)"</w:t>
      </w:r>
    </w:p>
    <w:p w14:paraId="3E64BB01" w14:textId="77777777" w:rsidR="00AF2455" w:rsidRPr="00F42F6B" w:rsidRDefault="00AF2455" w:rsidP="00AF2455">
      <w:pPr>
        <w:pStyle w:val="CMDOutput"/>
      </w:pPr>
      <w:r w:rsidRPr="00F42F6B">
        <w:t xml:space="preserve">66.249.73.135 - - [04/Jan/2015:05:30:06 +0000] "GET /blog/web/firefox-scrolling-fix.html HTTP/1.1" 200 8956 "-" "Mozilla/5.0 (iPhone; CPU iPhone OS 6_0 like Mac OS X) </w:t>
      </w:r>
      <w:proofErr w:type="spellStart"/>
      <w:r w:rsidRPr="00F42F6B">
        <w:lastRenderedPageBreak/>
        <w:t>AppleWebKit</w:t>
      </w:r>
      <w:proofErr w:type="spellEnd"/>
      <w:r w:rsidRPr="00F42F6B">
        <w:t>/536.26 (KHTML, like Gecko) Version/6.0 Mobile/10A5376e Safari/8536.25 (compatible; Googlebot/2.1; +http://www.google.com/bot.html)"</w:t>
      </w:r>
    </w:p>
    <w:p w14:paraId="3966F7F8" w14:textId="77777777" w:rsidR="00AF2455" w:rsidRPr="00F42F6B" w:rsidRDefault="00AF2455" w:rsidP="00AF2455">
      <w:pPr>
        <w:pStyle w:val="CMDOutput"/>
      </w:pPr>
      <w:r w:rsidRPr="00F42F6B">
        <w:t>86.1.76.62 - - [04/Jan/2015:05:30:37 +0000] "GET /projects/</w:t>
      </w:r>
      <w:proofErr w:type="spellStart"/>
      <w:r w:rsidRPr="00F42F6B">
        <w:t>xdotool</w:t>
      </w:r>
      <w:proofErr w:type="spellEnd"/>
      <w:r w:rsidRPr="00F42F6B">
        <w:t xml:space="preserve">/ HTTP/1.1" 200 12292 "http://www.haskell.org/haskellwiki/Xmonad/Frequently_asked_questions" "Mozilla/5.0 (X11; Linux x86_64; rv:24.0) Gecko/20140205 Firefox/24.0 </w:t>
      </w:r>
      <w:proofErr w:type="spellStart"/>
      <w:r w:rsidRPr="00F42F6B">
        <w:t>Iceweasel</w:t>
      </w:r>
      <w:proofErr w:type="spellEnd"/>
      <w:r w:rsidRPr="00F42F6B">
        <w:t>/24.3.0"</w:t>
      </w:r>
    </w:p>
    <w:p w14:paraId="3E43C06F" w14:textId="77777777" w:rsidR="00AF2455" w:rsidRPr="00F42F6B" w:rsidRDefault="00AF2455" w:rsidP="00AF2455">
      <w:pPr>
        <w:pStyle w:val="CMDOutput"/>
      </w:pPr>
      <w:r w:rsidRPr="00F42F6B">
        <w:t xml:space="preserve">86.1.76.62 - - [04/Jan/2015:05:30:37 +0000] "GET /reset.css HTTP/1.1" 200 1015 "http://www.semicomplete.com/projects/xdotool/" "Mozilla/5.0 (X11; Linux x86_64; rv:24.0) Gecko/20140205 Firefox/24.0 </w:t>
      </w:r>
      <w:proofErr w:type="spellStart"/>
      <w:r w:rsidRPr="00F42F6B">
        <w:t>Iceweasel</w:t>
      </w:r>
      <w:proofErr w:type="spellEnd"/>
      <w:r w:rsidRPr="00F42F6B">
        <w:t>/24.3.0"</w:t>
      </w:r>
    </w:p>
    <w:p w14:paraId="483A25E9" w14:textId="77777777" w:rsidR="00AF2455" w:rsidRDefault="00AF2455" w:rsidP="00AF2455">
      <w:pPr>
        <w:pStyle w:val="CMDOutput"/>
      </w:pPr>
      <w:r w:rsidRPr="00F42F6B">
        <w:t xml:space="preserve">86.1.76.62 - - [04/Jan/2015:05:30:37 +0000] "GET /style2.css HTTP/1.1" 200 4877 "http://www.semicomplete.com/projects/xdotool/" "Mozilla/5.0 (X11; Linux x86_64; rv:24.0) Gecko/20140205 Firefox/24.0 </w:t>
      </w:r>
      <w:proofErr w:type="spellStart"/>
      <w:r w:rsidRPr="00F42F6B">
        <w:t>Iceweasel</w:t>
      </w:r>
      <w:proofErr w:type="spellEnd"/>
      <w:r w:rsidRPr="00F42F6B">
        <w:t>/24.3.0"</w:t>
      </w:r>
    </w:p>
    <w:p w14:paraId="79CD2F56" w14:textId="77777777" w:rsidR="00AF2455" w:rsidRDefault="00AF2455" w:rsidP="00AF2455">
      <w:pPr>
        <w:pStyle w:val="Heading3"/>
      </w:pPr>
      <w:r>
        <w:t>Actively Following Logs.</w:t>
      </w:r>
    </w:p>
    <w:p w14:paraId="4F9DF253" w14:textId="77777777" w:rsidR="00AF2455" w:rsidRPr="008049F0" w:rsidRDefault="00AF2455" w:rsidP="00AF2455">
      <w:pPr>
        <w:pStyle w:val="BodyTextL25"/>
      </w:pPr>
      <w:r>
        <w:t xml:space="preserve">In some situations, it is desirable to monitor log files as log entries are written to the log files. For those cases, the </w:t>
      </w:r>
      <w:r w:rsidRPr="00F42F6B">
        <w:rPr>
          <w:b/>
        </w:rPr>
        <w:t>tail -f</w:t>
      </w:r>
      <w:r>
        <w:t xml:space="preserve"> command is very helpful.</w:t>
      </w:r>
    </w:p>
    <w:p w14:paraId="79662C32" w14:textId="77777777" w:rsidR="00AF2455" w:rsidRPr="00E938B2" w:rsidRDefault="00AF2455" w:rsidP="00AF2455">
      <w:pPr>
        <w:pStyle w:val="SubStepAlpha"/>
      </w:pPr>
      <w:r>
        <w:t xml:space="preserve">Use tail -f to actively monitor the contents of the </w:t>
      </w:r>
      <w:r w:rsidRPr="00F42F6B">
        <w:rPr>
          <w:b/>
        </w:rPr>
        <w:t>/var/log/syslog</w:t>
      </w:r>
      <w:r>
        <w:t xml:space="preserve"> file:</w:t>
      </w:r>
    </w:p>
    <w:p w14:paraId="5FBA7665" w14:textId="77777777" w:rsidR="00AF2455" w:rsidRPr="00E938B2" w:rsidRDefault="00AF2455" w:rsidP="00AF2455">
      <w:pPr>
        <w:pStyle w:val="SubStepAlpha"/>
        <w:numPr>
          <w:ilvl w:val="0"/>
          <w:numId w:val="0"/>
        </w:numPr>
        <w:ind w:left="720"/>
        <w:rPr>
          <w:rFonts w:ascii="Courier New" w:hAnsi="Courier New" w:cs="Courier New"/>
        </w:rPr>
      </w:pPr>
      <w:proofErr w:type="spellStart"/>
      <w:r w:rsidRPr="00E938B2">
        <w:rPr>
          <w:rFonts w:ascii="Courier New" w:hAnsi="Courier New" w:cs="Courier New"/>
        </w:rPr>
        <w:t>analyst@secOps</w:t>
      </w:r>
      <w:proofErr w:type="spellEnd"/>
      <w:r w:rsidRPr="00E938B2">
        <w:rPr>
          <w:rFonts w:ascii="Courier New" w:hAnsi="Courier New" w:cs="Courier New"/>
        </w:rPr>
        <w:t xml:space="preserve"> ~$ </w:t>
      </w:r>
      <w:proofErr w:type="spellStart"/>
      <w:r w:rsidRPr="00E938B2">
        <w:rPr>
          <w:rFonts w:ascii="Courier New" w:hAnsi="Courier New" w:cs="Courier New"/>
          <w:b/>
        </w:rPr>
        <w:t>sudo</w:t>
      </w:r>
      <w:proofErr w:type="spellEnd"/>
      <w:r w:rsidRPr="00E938B2">
        <w:rPr>
          <w:rFonts w:ascii="Courier New" w:hAnsi="Courier New" w:cs="Courier New"/>
          <w:b/>
        </w:rPr>
        <w:t xml:space="preserve"> tail –f /home/analyst/</w:t>
      </w:r>
      <w:proofErr w:type="spellStart"/>
      <w:r w:rsidRPr="00E938B2">
        <w:rPr>
          <w:rFonts w:ascii="Courier New" w:hAnsi="Courier New" w:cs="Courier New"/>
          <w:b/>
        </w:rPr>
        <w:t>lab.support.files</w:t>
      </w:r>
      <w:proofErr w:type="spellEnd"/>
      <w:r w:rsidRPr="00E938B2">
        <w:rPr>
          <w:rFonts w:ascii="Courier New" w:hAnsi="Courier New" w:cs="Courier New"/>
          <w:b/>
        </w:rPr>
        <w:t>/logstash-tutorial.log</w:t>
      </w:r>
    </w:p>
    <w:p w14:paraId="7585F1B9" w14:textId="77777777" w:rsidR="00AF2455" w:rsidRDefault="00AF2455" w:rsidP="00AF2455">
      <w:pPr>
        <w:pStyle w:val="Heading4"/>
      </w:pPr>
      <w:r>
        <w:t>Question:</w:t>
      </w:r>
    </w:p>
    <w:p w14:paraId="0F5CE0D4" w14:textId="16EF4DBC" w:rsidR="00AF2455" w:rsidRDefault="00AF2455" w:rsidP="00AF2455">
      <w:pPr>
        <w:pStyle w:val="SubStepAlpha"/>
        <w:numPr>
          <w:ilvl w:val="0"/>
          <w:numId w:val="0"/>
        </w:numPr>
        <w:spacing w:before="0"/>
        <w:ind w:left="720"/>
      </w:pPr>
      <w:r>
        <w:t xml:space="preserve">What is different in the output of </w:t>
      </w:r>
      <w:r w:rsidRPr="00F42F6B">
        <w:rPr>
          <w:b/>
        </w:rPr>
        <w:t>tail</w:t>
      </w:r>
      <w:r>
        <w:t xml:space="preserve"> and </w:t>
      </w:r>
      <w:r w:rsidRPr="00F42F6B">
        <w:rPr>
          <w:b/>
        </w:rPr>
        <w:t>tail -f</w:t>
      </w:r>
      <w:r>
        <w:t>? Explain.</w:t>
      </w:r>
    </w:p>
    <w:p w14:paraId="7847ABFF" w14:textId="19C7EF76" w:rsidR="00AF2455" w:rsidRDefault="00AF2455" w:rsidP="006121EE">
      <w:pPr>
        <w:pStyle w:val="AnswerLineL50"/>
        <w:spacing w:after="960"/>
      </w:pPr>
      <w:r>
        <w:t>Type your answers here.</w:t>
      </w:r>
    </w:p>
    <w:p w14:paraId="40DA115D" w14:textId="77777777" w:rsidR="00AF2455" w:rsidRDefault="00AF2455" w:rsidP="00AF2455">
      <w:pPr>
        <w:pStyle w:val="SubStepAlpha"/>
        <w:numPr>
          <w:ilvl w:val="0"/>
          <w:numId w:val="0"/>
        </w:numPr>
        <w:ind w:left="720"/>
        <w:rPr>
          <w:rStyle w:val="AnswerGray"/>
        </w:rPr>
      </w:pPr>
      <w:r>
        <w:rPr>
          <w:rStyle w:val="AnswerGray"/>
        </w:rPr>
        <w:t>After the tail -f command is issued, the terminal appears locked and does not accept commands anymore</w:t>
      </w:r>
      <w:r w:rsidRPr="00DB6D2E">
        <w:rPr>
          <w:rStyle w:val="AnswerGray"/>
        </w:rPr>
        <w:t>.</w:t>
      </w:r>
      <w:r>
        <w:rPr>
          <w:rStyle w:val="AnswerGray"/>
        </w:rPr>
        <w:t xml:space="preserve"> This happens because tail is still running, watching the log file and will print any changes written to it on the screen.</w:t>
      </w:r>
    </w:p>
    <w:p w14:paraId="08D8FA99" w14:textId="77777777" w:rsidR="00AF2455" w:rsidRDefault="00AF2455" w:rsidP="00FC76D3">
      <w:pPr>
        <w:pStyle w:val="SubStepAlpha"/>
      </w:pPr>
      <w:r>
        <w:t>To watch tail –f in action, open a second terminal window. Arrange your display so you can see both terminal windows. Re-size the windows so you can see them both at the same, as shown in the image below:</w:t>
      </w:r>
    </w:p>
    <w:p w14:paraId="6C363CB4" w14:textId="77777777" w:rsidR="00AF2455" w:rsidRPr="00961ED7" w:rsidRDefault="00AF2455" w:rsidP="00AF2455">
      <w:pPr>
        <w:pStyle w:val="BodyTextL50"/>
      </w:pPr>
      <w:r>
        <w:t xml:space="preserve">The terminal window on </w:t>
      </w:r>
      <w:r w:rsidRPr="00E938B2">
        <w:t>the</w:t>
      </w:r>
      <w:r>
        <w:t xml:space="preserve"> top is running </w:t>
      </w:r>
      <w:proofErr w:type="gramStart"/>
      <w:r w:rsidRPr="00E938B2">
        <w:rPr>
          <w:b/>
        </w:rPr>
        <w:t>tail -f</w:t>
      </w:r>
      <w:proofErr w:type="gramEnd"/>
      <w:r>
        <w:t xml:space="preserve"> to monitor the </w:t>
      </w:r>
      <w:r w:rsidRPr="00961ED7">
        <w:rPr>
          <w:b/>
        </w:rPr>
        <w:t>/home/analyst/</w:t>
      </w:r>
      <w:proofErr w:type="spellStart"/>
      <w:r w:rsidRPr="00961ED7">
        <w:rPr>
          <w:b/>
        </w:rPr>
        <w:t>lab.support.files</w:t>
      </w:r>
      <w:proofErr w:type="spellEnd"/>
      <w:r w:rsidRPr="00961ED7">
        <w:rPr>
          <w:b/>
        </w:rPr>
        <w:t>/logstash-tutorial.log</w:t>
      </w:r>
      <w:r>
        <w:rPr>
          <w:b/>
        </w:rPr>
        <w:t xml:space="preserve"> </w:t>
      </w:r>
      <w:r>
        <w:t>file</w:t>
      </w:r>
      <w:r w:rsidRPr="00D3106F">
        <w:t xml:space="preserve">. </w:t>
      </w:r>
      <w:r>
        <w:t>Use the terminal window on the bottom to add information to the monitored file.</w:t>
      </w:r>
    </w:p>
    <w:p w14:paraId="77C3A778" w14:textId="77777777" w:rsidR="00AF2455" w:rsidRDefault="00AF2455" w:rsidP="00AF2455">
      <w:pPr>
        <w:pStyle w:val="BodyTextL50"/>
      </w:pPr>
      <w:r>
        <w:t xml:space="preserve">To make it easier to visualize, select the top terminal window (the one running </w:t>
      </w:r>
      <w:r w:rsidRPr="009E7671">
        <w:rPr>
          <w:b/>
        </w:rPr>
        <w:t>tail -f</w:t>
      </w:r>
      <w:r>
        <w:t>) and press enter a few times. This will add a few lines between the current contents of the file and the new information to be added.</w:t>
      </w:r>
    </w:p>
    <w:p w14:paraId="27FC9DF5" w14:textId="77777777" w:rsidR="00AF2455" w:rsidRDefault="00AF2455" w:rsidP="00AF2455">
      <w:pPr>
        <w:pStyle w:val="SubStepAlpha"/>
      </w:pPr>
      <w:r>
        <w:t>Select the bottom terminal window and enter the following command:</w:t>
      </w:r>
    </w:p>
    <w:p w14:paraId="2144811E" w14:textId="77777777" w:rsidR="00AF2455" w:rsidRPr="00E938B2" w:rsidRDefault="00AF2455" w:rsidP="00AF2455">
      <w:pPr>
        <w:pStyle w:val="SubStepAlpha"/>
        <w:numPr>
          <w:ilvl w:val="0"/>
          <w:numId w:val="0"/>
        </w:numPr>
        <w:ind w:left="720"/>
        <w:rPr>
          <w:rFonts w:ascii="Courier New" w:hAnsi="Courier New" w:cs="Courier New"/>
        </w:rPr>
      </w:pPr>
      <w:r>
        <w:rPr>
          <w:rFonts w:ascii="Courier New" w:hAnsi="Courier New" w:cs="Courier New"/>
        </w:rPr>
        <w:t>[</w:t>
      </w:r>
      <w:proofErr w:type="spellStart"/>
      <w:r w:rsidRPr="00E938B2">
        <w:rPr>
          <w:rFonts w:ascii="Courier New" w:hAnsi="Courier New" w:cs="Courier New"/>
        </w:rPr>
        <w:t>analyst@secOps</w:t>
      </w:r>
      <w:proofErr w:type="spellEnd"/>
      <w:r w:rsidRPr="00E938B2">
        <w:rPr>
          <w:rFonts w:ascii="Courier New" w:hAnsi="Courier New" w:cs="Courier New"/>
        </w:rPr>
        <w:t xml:space="preserve"> </w:t>
      </w:r>
      <w:proofErr w:type="gramStart"/>
      <w:r w:rsidRPr="00E938B2">
        <w:rPr>
          <w:rFonts w:ascii="Courier New" w:hAnsi="Courier New" w:cs="Courier New"/>
        </w:rPr>
        <w:t>~</w:t>
      </w:r>
      <w:r>
        <w:rPr>
          <w:rFonts w:ascii="Courier New" w:hAnsi="Courier New" w:cs="Courier New"/>
        </w:rPr>
        <w:t>]</w:t>
      </w:r>
      <w:r w:rsidRPr="00E938B2">
        <w:rPr>
          <w:rFonts w:ascii="Courier New" w:hAnsi="Courier New" w:cs="Courier New"/>
        </w:rPr>
        <w:t>$</w:t>
      </w:r>
      <w:proofErr w:type="gramEnd"/>
      <w:r w:rsidRPr="00E938B2">
        <w:rPr>
          <w:rFonts w:ascii="Courier New" w:hAnsi="Courier New" w:cs="Courier New"/>
        </w:rPr>
        <w:t xml:space="preserve"> </w:t>
      </w:r>
      <w:r w:rsidRPr="00E938B2">
        <w:rPr>
          <w:rFonts w:ascii="Courier New" w:hAnsi="Courier New" w:cs="Courier New"/>
          <w:b/>
        </w:rPr>
        <w:t xml:space="preserve">echo "this is a new entry to the monitored log file" &gt;&gt; </w:t>
      </w:r>
      <w:proofErr w:type="spellStart"/>
      <w:r w:rsidRPr="00E938B2">
        <w:rPr>
          <w:rFonts w:ascii="Courier New" w:hAnsi="Courier New" w:cs="Courier New"/>
          <w:b/>
        </w:rPr>
        <w:t>lab.support.files</w:t>
      </w:r>
      <w:proofErr w:type="spellEnd"/>
      <w:r w:rsidRPr="00E938B2">
        <w:rPr>
          <w:rFonts w:ascii="Courier New" w:hAnsi="Courier New" w:cs="Courier New"/>
          <w:b/>
        </w:rPr>
        <w:t>/logstash-tutorial.log</w:t>
      </w:r>
    </w:p>
    <w:p w14:paraId="5C1A2FD1" w14:textId="77777777" w:rsidR="00AF2455" w:rsidRDefault="00AF2455" w:rsidP="00AF2455">
      <w:pPr>
        <w:pStyle w:val="BodyTextL50"/>
      </w:pPr>
      <w:r w:rsidRPr="009E7671">
        <w:t>The command above append</w:t>
      </w:r>
      <w:r>
        <w:t>s</w:t>
      </w:r>
      <w:r w:rsidRPr="009E7671">
        <w:t xml:space="preserve"> the "this is a new entry to the monitored log file" message to the </w:t>
      </w:r>
      <w:r w:rsidRPr="009E7671">
        <w:rPr>
          <w:b/>
        </w:rPr>
        <w:t>/home/analyst/</w:t>
      </w:r>
      <w:proofErr w:type="spellStart"/>
      <w:r w:rsidRPr="009E7671">
        <w:rPr>
          <w:b/>
        </w:rPr>
        <w:t>lab.support.files</w:t>
      </w:r>
      <w:proofErr w:type="spellEnd"/>
      <w:r w:rsidRPr="009E7671">
        <w:rPr>
          <w:b/>
        </w:rPr>
        <w:t xml:space="preserve">/logstash-tutorial.log </w:t>
      </w:r>
      <w:r w:rsidRPr="009E7671">
        <w:t>file</w:t>
      </w:r>
      <w:r>
        <w:t xml:space="preserve">. Because tail –f is monitoring the file </w:t>
      </w:r>
      <w:proofErr w:type="gramStart"/>
      <w:r>
        <w:t>at the moment</w:t>
      </w:r>
      <w:proofErr w:type="gramEnd"/>
      <w:r>
        <w:t xml:space="preserve"> a line is added to the file. The top window should display the new line in real-time.</w:t>
      </w:r>
    </w:p>
    <w:p w14:paraId="73A94F8C" w14:textId="77777777" w:rsidR="00AF2455" w:rsidRDefault="00AF2455" w:rsidP="00AF2455">
      <w:pPr>
        <w:pStyle w:val="SubStepAlpha"/>
      </w:pPr>
      <w:r w:rsidRPr="00E938B2">
        <w:t>Press CTRL + C to</w:t>
      </w:r>
      <w:r>
        <w:t xml:space="preserve"> stop the execution of </w:t>
      </w:r>
      <w:r w:rsidRPr="009E7671">
        <w:rPr>
          <w:b/>
        </w:rPr>
        <w:t>tail -f</w:t>
      </w:r>
      <w:r>
        <w:t xml:space="preserve"> and return to the shell prompt.</w:t>
      </w:r>
    </w:p>
    <w:p w14:paraId="415D99E8" w14:textId="77777777" w:rsidR="00AF2455" w:rsidRPr="009E7671" w:rsidRDefault="00AF2455" w:rsidP="00AF2455">
      <w:pPr>
        <w:pStyle w:val="SubStepAlpha"/>
      </w:pPr>
      <w:r>
        <w:t>Close one of the two terminal windows.</w:t>
      </w:r>
    </w:p>
    <w:p w14:paraId="3EE6306C" w14:textId="77777777" w:rsidR="00AF2455" w:rsidRPr="00164274" w:rsidRDefault="00AF2455" w:rsidP="00AF2455">
      <w:pPr>
        <w:pStyle w:val="Heading2"/>
      </w:pPr>
      <w:r w:rsidRPr="00AB34BF">
        <w:lastRenderedPageBreak/>
        <w:t>Log Files</w:t>
      </w:r>
      <w:r>
        <w:t xml:space="preserve"> and Syslog</w:t>
      </w:r>
    </w:p>
    <w:p w14:paraId="1FDC8297" w14:textId="77777777" w:rsidR="00AF2455" w:rsidRDefault="00AF2455" w:rsidP="00AF2455">
      <w:pPr>
        <w:pStyle w:val="BodyTextL25"/>
      </w:pPr>
      <w:r>
        <w:t xml:space="preserve">Because of their importance, it is common practice to concentrate log files in one monitoring computer. </w:t>
      </w:r>
      <w:r w:rsidRPr="00DB6D2E">
        <w:rPr>
          <w:b/>
        </w:rPr>
        <w:t>Syslog</w:t>
      </w:r>
      <w:r>
        <w:t xml:space="preserve"> is a system designed to allow devices to send their log files to a centralized server, known as </w:t>
      </w:r>
      <w:r w:rsidRPr="00DB6D2E">
        <w:rPr>
          <w:b/>
        </w:rPr>
        <w:t>syslog</w:t>
      </w:r>
      <w:r>
        <w:t xml:space="preserve"> server. Clients communicate to a syslog server using the </w:t>
      </w:r>
      <w:r w:rsidRPr="00DB6D2E">
        <w:rPr>
          <w:b/>
        </w:rPr>
        <w:t>syslog</w:t>
      </w:r>
      <w:r>
        <w:t xml:space="preserve"> protocol. </w:t>
      </w:r>
      <w:r>
        <w:rPr>
          <w:b/>
        </w:rPr>
        <w:t xml:space="preserve">Syslog </w:t>
      </w:r>
      <w:r>
        <w:t>is commonly deployed and supports practically all computer platforms.</w:t>
      </w:r>
    </w:p>
    <w:p w14:paraId="698AAF26" w14:textId="46B3C695" w:rsidR="00AF2455" w:rsidRDefault="00AF2455" w:rsidP="00AF2455">
      <w:pPr>
        <w:pStyle w:val="BodyTextL25"/>
      </w:pPr>
      <w:r>
        <w:t xml:space="preserve">The </w:t>
      </w:r>
      <w:proofErr w:type="spellStart"/>
      <w:r>
        <w:t>CyberOps</w:t>
      </w:r>
      <w:proofErr w:type="spellEnd"/>
      <w:r>
        <w:t xml:space="preserve"> Wor</w:t>
      </w:r>
      <w:r w:rsidR="006121EE">
        <w:t>k</w:t>
      </w:r>
      <w:r>
        <w:t xml:space="preserve">station VM generates operating system level log files and hands them over to </w:t>
      </w:r>
      <w:r w:rsidRPr="00737394">
        <w:rPr>
          <w:b/>
        </w:rPr>
        <w:t>syslog</w:t>
      </w:r>
      <w:r>
        <w:t>.</w:t>
      </w:r>
    </w:p>
    <w:p w14:paraId="086E2BE9" w14:textId="749AC851" w:rsidR="00AF2455" w:rsidRDefault="00AF2455" w:rsidP="00AF2455">
      <w:pPr>
        <w:pStyle w:val="SubStepAlpha"/>
      </w:pPr>
      <w:r>
        <w:t xml:space="preserve">Use the </w:t>
      </w:r>
      <w:r>
        <w:rPr>
          <w:b/>
        </w:rPr>
        <w:t xml:space="preserve">cat </w:t>
      </w:r>
      <w:r>
        <w:t xml:space="preserve">command </w:t>
      </w:r>
      <w:r w:rsidRPr="00737394">
        <w:t>as</w:t>
      </w:r>
      <w:r>
        <w:rPr>
          <w:b/>
        </w:rPr>
        <w:t xml:space="preserve"> root</w:t>
      </w:r>
      <w:r>
        <w:t xml:space="preserve"> to list the contents of the </w:t>
      </w:r>
      <w:r>
        <w:rPr>
          <w:b/>
        </w:rPr>
        <w:t xml:space="preserve">/var/log/syslog.1 </w:t>
      </w:r>
      <w:r>
        <w:t>file</w:t>
      </w:r>
      <w:r w:rsidRPr="00E938B2">
        <w:t xml:space="preserve">. </w:t>
      </w:r>
      <w:r w:rsidRPr="00737394">
        <w:t>This file</w:t>
      </w:r>
      <w:r>
        <w:rPr>
          <w:b/>
        </w:rPr>
        <w:t xml:space="preserve"> </w:t>
      </w:r>
      <w:r>
        <w:t xml:space="preserve">holds the log entries that are generated by the </w:t>
      </w:r>
      <w:proofErr w:type="spellStart"/>
      <w:r>
        <w:t>CyberOps</w:t>
      </w:r>
      <w:proofErr w:type="spellEnd"/>
      <w:r>
        <w:t xml:space="preserve"> Wor</w:t>
      </w:r>
      <w:r w:rsidR="009673C5">
        <w:t>k</w:t>
      </w:r>
      <w:r>
        <w:t xml:space="preserve">station VM operating system and sent to the </w:t>
      </w:r>
      <w:r w:rsidRPr="00737394">
        <w:rPr>
          <w:b/>
        </w:rPr>
        <w:t>syslog</w:t>
      </w:r>
      <w:r>
        <w:t xml:space="preserve"> service.</w:t>
      </w:r>
    </w:p>
    <w:p w14:paraId="05973ABA" w14:textId="77777777" w:rsidR="00AF2455" w:rsidRDefault="00AF2455" w:rsidP="00AF2455">
      <w:pPr>
        <w:pStyle w:val="SubStepAlpha"/>
        <w:numPr>
          <w:ilvl w:val="0"/>
          <w:numId w:val="0"/>
        </w:numPr>
        <w:ind w:left="720"/>
        <w:rPr>
          <w:rFonts w:ascii="Courier New" w:hAnsi="Courier New" w:cs="Courier New"/>
        </w:rPr>
      </w:pPr>
      <w:proofErr w:type="spellStart"/>
      <w:r w:rsidRPr="00D3106F">
        <w:rPr>
          <w:rFonts w:ascii="Courier New" w:hAnsi="Courier New" w:cs="Courier New"/>
        </w:rPr>
        <w:t>analyst@secOps</w:t>
      </w:r>
      <w:proofErr w:type="spellEnd"/>
      <w:r w:rsidRPr="00D3106F">
        <w:rPr>
          <w:rFonts w:ascii="Courier New" w:hAnsi="Courier New" w:cs="Courier New"/>
        </w:rPr>
        <w:t xml:space="preserve"> ~$</w:t>
      </w:r>
      <w:r w:rsidRPr="006C2021">
        <w:rPr>
          <w:rFonts w:ascii="Courier New" w:hAnsi="Courier New" w:cs="Courier New"/>
        </w:rPr>
        <w:t xml:space="preserve"> </w:t>
      </w:r>
      <w:proofErr w:type="spellStart"/>
      <w:r w:rsidRPr="00D3106F">
        <w:rPr>
          <w:rFonts w:ascii="Courier New" w:hAnsi="Courier New" w:cs="Courier New"/>
          <w:b/>
        </w:rPr>
        <w:t>sudo</w:t>
      </w:r>
      <w:proofErr w:type="spellEnd"/>
      <w:r w:rsidRPr="00D3106F">
        <w:rPr>
          <w:rFonts w:ascii="Courier New" w:hAnsi="Courier New" w:cs="Courier New"/>
          <w:b/>
        </w:rPr>
        <w:t xml:space="preserve"> cat /var/log/syslog</w:t>
      </w:r>
      <w:r>
        <w:rPr>
          <w:rFonts w:ascii="Courier New" w:hAnsi="Courier New" w:cs="Courier New"/>
          <w:b/>
        </w:rPr>
        <w:t>.1</w:t>
      </w:r>
    </w:p>
    <w:p w14:paraId="15B4A413" w14:textId="77777777" w:rsidR="00AF2455" w:rsidRDefault="00AF2455" w:rsidP="00AF2455">
      <w:pPr>
        <w:pStyle w:val="SubStepAlpha"/>
        <w:numPr>
          <w:ilvl w:val="0"/>
          <w:numId w:val="0"/>
        </w:numPr>
        <w:ind w:left="720"/>
        <w:rPr>
          <w:rFonts w:ascii="Courier New" w:hAnsi="Courier New" w:cs="Courier New"/>
        </w:rPr>
      </w:pPr>
      <w:r w:rsidRPr="00737394">
        <w:rPr>
          <w:rFonts w:ascii="Courier New" w:hAnsi="Courier New" w:cs="Courier New"/>
        </w:rPr>
        <w:t>[</w:t>
      </w:r>
      <w:proofErr w:type="spellStart"/>
      <w:r w:rsidRPr="00737394">
        <w:rPr>
          <w:rFonts w:ascii="Courier New" w:hAnsi="Courier New" w:cs="Courier New"/>
        </w:rPr>
        <w:t>sudo</w:t>
      </w:r>
      <w:proofErr w:type="spellEnd"/>
      <w:r w:rsidRPr="00737394">
        <w:rPr>
          <w:rFonts w:ascii="Courier New" w:hAnsi="Courier New" w:cs="Courier New"/>
        </w:rPr>
        <w:t>]</w:t>
      </w:r>
      <w:r>
        <w:rPr>
          <w:rFonts w:ascii="Courier New" w:hAnsi="Courier New" w:cs="Courier New"/>
        </w:rPr>
        <w:t xml:space="preserve"> password for analyst:</w:t>
      </w:r>
    </w:p>
    <w:p w14:paraId="4E0730B6"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5.458959] </w:t>
      </w:r>
      <w:proofErr w:type="spellStart"/>
      <w:r w:rsidRPr="00737394">
        <w:t>psmouse</w:t>
      </w:r>
      <w:proofErr w:type="spellEnd"/>
      <w:r w:rsidRPr="00737394">
        <w:t xml:space="preserve"> serio1: </w:t>
      </w:r>
      <w:proofErr w:type="spellStart"/>
      <w:r w:rsidRPr="00737394">
        <w:t>hgpk</w:t>
      </w:r>
      <w:proofErr w:type="spellEnd"/>
      <w:r w:rsidRPr="00737394">
        <w:t>: ID: 10 00 64</w:t>
      </w:r>
    </w:p>
    <w:p w14:paraId="04E49EB9"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5.467285] input: </w:t>
      </w:r>
      <w:proofErr w:type="spellStart"/>
      <w:r w:rsidRPr="00737394">
        <w:t>ImExPS</w:t>
      </w:r>
      <w:proofErr w:type="spellEnd"/>
      <w:r w:rsidRPr="00737394">
        <w:t xml:space="preserve">/2 BYD </w:t>
      </w:r>
      <w:proofErr w:type="spellStart"/>
      <w:r w:rsidRPr="00737394">
        <w:t>TouchPad</w:t>
      </w:r>
      <w:proofErr w:type="spellEnd"/>
      <w:r w:rsidRPr="00737394">
        <w:t xml:space="preserve"> as /devices/platform/i8042/serio1/input/input6</w:t>
      </w:r>
    </w:p>
    <w:p w14:paraId="51A9C233"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5.502469] RAPL PMU: API unit is 2^-32 Joules, 4 fixed counters, 10737418240 </w:t>
      </w:r>
      <w:proofErr w:type="spellStart"/>
      <w:r w:rsidRPr="00737394">
        <w:t>ms</w:t>
      </w:r>
      <w:proofErr w:type="spellEnd"/>
      <w:r w:rsidRPr="00737394">
        <w:t xml:space="preserve"> </w:t>
      </w:r>
      <w:proofErr w:type="spellStart"/>
      <w:r w:rsidRPr="00737394">
        <w:t>ovfl</w:t>
      </w:r>
      <w:proofErr w:type="spellEnd"/>
      <w:r w:rsidRPr="00737394">
        <w:t xml:space="preserve"> timer</w:t>
      </w:r>
    </w:p>
    <w:p w14:paraId="788BF1B2"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5.502476] RAPL PMU: </w:t>
      </w:r>
      <w:proofErr w:type="spellStart"/>
      <w:r w:rsidRPr="00737394">
        <w:t>hw</w:t>
      </w:r>
      <w:proofErr w:type="spellEnd"/>
      <w:r w:rsidRPr="00737394">
        <w:t xml:space="preserve"> unit of domain pp0-core 2^-0 Joules</w:t>
      </w:r>
    </w:p>
    <w:p w14:paraId="2BC42B55"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5.502478] RAPL PMU: </w:t>
      </w:r>
      <w:proofErr w:type="spellStart"/>
      <w:r w:rsidRPr="00737394">
        <w:t>hw</w:t>
      </w:r>
      <w:proofErr w:type="spellEnd"/>
      <w:r w:rsidRPr="00737394">
        <w:t xml:space="preserve"> unit of domain package 2^-0 Joules</w:t>
      </w:r>
    </w:p>
    <w:p w14:paraId="1FBF247D"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5.502479] RAPL PMU: </w:t>
      </w:r>
      <w:proofErr w:type="spellStart"/>
      <w:r w:rsidRPr="00737394">
        <w:t>hw</w:t>
      </w:r>
      <w:proofErr w:type="spellEnd"/>
      <w:r w:rsidRPr="00737394">
        <w:t xml:space="preserve"> unit of domain dram 2^-0 Joules</w:t>
      </w:r>
    </w:p>
    <w:p w14:paraId="02E78344"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5.502480] RAPL PMU: </w:t>
      </w:r>
      <w:proofErr w:type="spellStart"/>
      <w:r w:rsidRPr="00737394">
        <w:t>hw</w:t>
      </w:r>
      <w:proofErr w:type="spellEnd"/>
      <w:r w:rsidRPr="00737394">
        <w:t xml:space="preserve"> unit of domain pp1-gpu 2^-0 Joules</w:t>
      </w:r>
    </w:p>
    <w:p w14:paraId="06A36F7E"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5.672547] </w:t>
      </w:r>
      <w:proofErr w:type="spellStart"/>
      <w:r w:rsidRPr="00737394">
        <w:t>ppdev</w:t>
      </w:r>
      <w:proofErr w:type="spellEnd"/>
      <w:r w:rsidRPr="00737394">
        <w:t>: user-space parallel port driver</w:t>
      </w:r>
    </w:p>
    <w:p w14:paraId="46F8F98F" w14:textId="77777777" w:rsidR="00AF2455" w:rsidRPr="00737394" w:rsidRDefault="00AF2455" w:rsidP="00AF2455">
      <w:pPr>
        <w:pStyle w:val="CMDOutput"/>
      </w:pPr>
      <w:proofErr w:type="gramStart"/>
      <w:r w:rsidRPr="00737394">
        <w:t>Feb  7</w:t>
      </w:r>
      <w:proofErr w:type="gramEnd"/>
      <w:r w:rsidRPr="00737394">
        <w:t xml:space="preserve"> 13:23:15 </w:t>
      </w:r>
      <w:proofErr w:type="spellStart"/>
      <w:r w:rsidRPr="00737394">
        <w:t>secOps</w:t>
      </w:r>
      <w:proofErr w:type="spellEnd"/>
      <w:r w:rsidRPr="00737394">
        <w:t xml:space="preserve"> kernel: [    5.709000] pcnet32 0000:00:03.0 enp0s3: renamed from eth0</w:t>
      </w:r>
    </w:p>
    <w:p w14:paraId="588ACA0A" w14:textId="77777777" w:rsidR="00AF2455" w:rsidRPr="00737394" w:rsidRDefault="00AF2455" w:rsidP="00AF2455">
      <w:pPr>
        <w:pStyle w:val="CMDOutput"/>
      </w:pPr>
      <w:proofErr w:type="gramStart"/>
      <w:r w:rsidRPr="00737394">
        <w:t>Feb  7</w:t>
      </w:r>
      <w:proofErr w:type="gramEnd"/>
      <w:r w:rsidRPr="00737394">
        <w:t xml:space="preserve"> 13:23:16 </w:t>
      </w:r>
      <w:proofErr w:type="spellStart"/>
      <w:r w:rsidRPr="00737394">
        <w:t>secOps</w:t>
      </w:r>
      <w:proofErr w:type="spellEnd"/>
      <w:r w:rsidRPr="00737394">
        <w:t xml:space="preserve"> kernel: [    6.166738] pcnet32 0000:00:03.0 enp0s3: link up, 100Mbps, full-duplex</w:t>
      </w:r>
    </w:p>
    <w:p w14:paraId="5F75D027" w14:textId="77777777" w:rsidR="00AF2455" w:rsidRPr="00737394" w:rsidRDefault="00AF2455" w:rsidP="00AF2455">
      <w:pPr>
        <w:pStyle w:val="CMDOutput"/>
      </w:pPr>
      <w:proofErr w:type="gramStart"/>
      <w:r w:rsidRPr="00737394">
        <w:t>Feb  7</w:t>
      </w:r>
      <w:proofErr w:type="gramEnd"/>
      <w:r w:rsidRPr="00737394">
        <w:t xml:space="preserve"> 13:23:16 </w:t>
      </w:r>
      <w:proofErr w:type="spellStart"/>
      <w:r w:rsidRPr="00737394">
        <w:t>secOps</w:t>
      </w:r>
      <w:proofErr w:type="spellEnd"/>
      <w:r w:rsidRPr="00737394">
        <w:t xml:space="preserve"> kernel: [    6.706058] random: </w:t>
      </w:r>
      <w:proofErr w:type="spellStart"/>
      <w:r w:rsidRPr="00737394">
        <w:t>crng</w:t>
      </w:r>
      <w:proofErr w:type="spellEnd"/>
      <w:r w:rsidRPr="00737394">
        <w:t xml:space="preserve"> </w:t>
      </w:r>
      <w:proofErr w:type="spellStart"/>
      <w:r w:rsidRPr="00737394">
        <w:t>init</w:t>
      </w:r>
      <w:proofErr w:type="spellEnd"/>
      <w:r w:rsidRPr="00737394">
        <w:t xml:space="preserve"> done</w:t>
      </w:r>
    </w:p>
    <w:p w14:paraId="45BF3EEF" w14:textId="77777777" w:rsidR="00AF2455" w:rsidRPr="00737394" w:rsidRDefault="00AF2455" w:rsidP="00AF2455">
      <w:pPr>
        <w:pStyle w:val="CMDOutput"/>
      </w:pPr>
      <w:proofErr w:type="gramStart"/>
      <w:r w:rsidRPr="00737394">
        <w:t>Feb  7</w:t>
      </w:r>
      <w:proofErr w:type="gramEnd"/>
      <w:r w:rsidRPr="00737394">
        <w:t xml:space="preserve"> 13:23:18 </w:t>
      </w:r>
      <w:proofErr w:type="spellStart"/>
      <w:r w:rsidRPr="00737394">
        <w:t>secOps</w:t>
      </w:r>
      <w:proofErr w:type="spellEnd"/>
      <w:r w:rsidRPr="00737394">
        <w:t xml:space="preserve"> kernel: [    8.318984] floppy0: no floppy controllers found</w:t>
      </w:r>
    </w:p>
    <w:p w14:paraId="54DE3DB3" w14:textId="77777777" w:rsidR="00AF2455" w:rsidRPr="00737394" w:rsidRDefault="00AF2455" w:rsidP="00AF2455">
      <w:pPr>
        <w:pStyle w:val="CMDOutput"/>
      </w:pPr>
      <w:proofErr w:type="gramStart"/>
      <w:r w:rsidRPr="00737394">
        <w:t>Feb  7</w:t>
      </w:r>
      <w:proofErr w:type="gramEnd"/>
      <w:r w:rsidRPr="00737394">
        <w:t xml:space="preserve"> 13:23:18 </w:t>
      </w:r>
      <w:proofErr w:type="spellStart"/>
      <w:r w:rsidRPr="00737394">
        <w:t>secOps</w:t>
      </w:r>
      <w:proofErr w:type="spellEnd"/>
      <w:r w:rsidRPr="00737394">
        <w:t xml:space="preserve"> kernel: [    8.319028] work still pending</w:t>
      </w:r>
    </w:p>
    <w:p w14:paraId="6CF1E4ED" w14:textId="77777777" w:rsidR="00AF2455" w:rsidRPr="00737394" w:rsidRDefault="00AF2455" w:rsidP="00AF2455">
      <w:pPr>
        <w:pStyle w:val="CMDOutput"/>
      </w:pPr>
      <w:proofErr w:type="gramStart"/>
      <w:r w:rsidRPr="00737394">
        <w:t>Feb  7</w:t>
      </w:r>
      <w:proofErr w:type="gramEnd"/>
      <w:r w:rsidRPr="00737394">
        <w:t xml:space="preserve"> 14:26:35 </w:t>
      </w:r>
      <w:proofErr w:type="spellStart"/>
      <w:r w:rsidRPr="00737394">
        <w:t>secOps</w:t>
      </w:r>
      <w:proofErr w:type="spellEnd"/>
      <w:r w:rsidRPr="00737394">
        <w:t xml:space="preserve"> kernel: [ 3806.118242] </w:t>
      </w:r>
      <w:proofErr w:type="spellStart"/>
      <w:r w:rsidRPr="00737394">
        <w:t>hrtimer</w:t>
      </w:r>
      <w:proofErr w:type="spellEnd"/>
      <w:r w:rsidRPr="00737394">
        <w:t>: interrupt took 4085149 ns</w:t>
      </w:r>
    </w:p>
    <w:p w14:paraId="16E83D54" w14:textId="77777777" w:rsidR="00AF2455" w:rsidRPr="00737394" w:rsidRDefault="00AF2455" w:rsidP="00AF2455">
      <w:pPr>
        <w:pStyle w:val="CMDOutput"/>
      </w:pPr>
      <w:proofErr w:type="gramStart"/>
      <w:r w:rsidRPr="00737394">
        <w:t>Feb  7</w:t>
      </w:r>
      <w:proofErr w:type="gramEnd"/>
      <w:r w:rsidRPr="00737394">
        <w:t xml:space="preserve"> 15:02:13 </w:t>
      </w:r>
      <w:proofErr w:type="spellStart"/>
      <w:r w:rsidRPr="00737394">
        <w:t>secOps</w:t>
      </w:r>
      <w:proofErr w:type="spellEnd"/>
      <w:r w:rsidRPr="00737394">
        <w:t xml:space="preserve"> kernel: [ 5943.582952] pcnet32 0000:00:03.0 enp0s3: link down</w:t>
      </w:r>
    </w:p>
    <w:p w14:paraId="66858246" w14:textId="77777777" w:rsidR="00AF2455" w:rsidRDefault="00AF2455" w:rsidP="00AF2455">
      <w:pPr>
        <w:pStyle w:val="CMDOutput"/>
      </w:pPr>
      <w:proofErr w:type="gramStart"/>
      <w:r w:rsidRPr="00737394">
        <w:rPr>
          <w:rFonts w:cs="Courier New"/>
        </w:rPr>
        <w:t>Feb  7</w:t>
      </w:r>
      <w:proofErr w:type="gramEnd"/>
      <w:r w:rsidRPr="00737394">
        <w:rPr>
          <w:rFonts w:cs="Courier New"/>
        </w:rPr>
        <w:t xml:space="preserve"> 15:02:19 </w:t>
      </w:r>
      <w:proofErr w:type="spellStart"/>
      <w:r w:rsidRPr="00737394">
        <w:rPr>
          <w:rFonts w:cs="Courier New"/>
        </w:rPr>
        <w:t>secOps</w:t>
      </w:r>
      <w:proofErr w:type="spellEnd"/>
      <w:r w:rsidRPr="00737394">
        <w:rPr>
          <w:rFonts w:cs="Courier New"/>
        </w:rPr>
        <w:t xml:space="preserve"> kernel: [ 5949.556153] pcnet32 0000:00:03.0 enp0s3: link up, 100Mbps, full-duplex</w:t>
      </w:r>
    </w:p>
    <w:p w14:paraId="5EAF67BB" w14:textId="77777777" w:rsidR="00AF2455" w:rsidRDefault="00AF2455" w:rsidP="00AF2455">
      <w:pPr>
        <w:pStyle w:val="Heading4"/>
      </w:pPr>
      <w:r>
        <w:t>Question:</w:t>
      </w:r>
    </w:p>
    <w:p w14:paraId="2AE3B190" w14:textId="6F45AA9E" w:rsidR="00AF2455" w:rsidRDefault="00AF2455" w:rsidP="00AF2455">
      <w:pPr>
        <w:pStyle w:val="SubStepAlpha"/>
        <w:numPr>
          <w:ilvl w:val="0"/>
          <w:numId w:val="0"/>
        </w:numPr>
        <w:spacing w:before="0"/>
        <w:ind w:left="720"/>
      </w:pPr>
      <w:r>
        <w:t xml:space="preserve">Why did the </w:t>
      </w:r>
      <w:r>
        <w:rPr>
          <w:b/>
        </w:rPr>
        <w:t xml:space="preserve">cat </w:t>
      </w:r>
      <w:r>
        <w:t xml:space="preserve">command have to be executed as </w:t>
      </w:r>
      <w:r w:rsidRPr="00737394">
        <w:rPr>
          <w:b/>
        </w:rPr>
        <w:t>root</w:t>
      </w:r>
      <w:r>
        <w:t>?</w:t>
      </w:r>
    </w:p>
    <w:p w14:paraId="38EEBDD1" w14:textId="1C1E48FF" w:rsidR="00AF2455" w:rsidRDefault="00AF2455" w:rsidP="00AF2455">
      <w:pPr>
        <w:pStyle w:val="AnswerLineL50"/>
        <w:spacing w:after="480"/>
      </w:pPr>
      <w:r>
        <w:t>Type your answers here.</w:t>
      </w:r>
    </w:p>
    <w:p w14:paraId="7B770156" w14:textId="79D62196" w:rsidR="00AF2455" w:rsidRDefault="00AF2455" w:rsidP="00AF2455">
      <w:pPr>
        <w:pStyle w:val="SubStepAlpha"/>
        <w:numPr>
          <w:ilvl w:val="0"/>
          <w:numId w:val="0"/>
        </w:numPr>
        <w:ind w:left="720"/>
      </w:pPr>
      <w:r>
        <w:rPr>
          <w:rStyle w:val="AnswerGray"/>
          <w:b w:val="0"/>
        </w:rPr>
        <w:t>I</w:t>
      </w:r>
      <w:r>
        <w:rPr>
          <w:rStyle w:val="AnswerGray"/>
        </w:rPr>
        <w:t xml:space="preserve">n the </w:t>
      </w:r>
      <w:proofErr w:type="spellStart"/>
      <w:r>
        <w:rPr>
          <w:rStyle w:val="AnswerGray"/>
        </w:rPr>
        <w:t>CyberOps</w:t>
      </w:r>
      <w:proofErr w:type="spellEnd"/>
      <w:r>
        <w:rPr>
          <w:rStyle w:val="AnswerGray"/>
        </w:rPr>
        <w:t xml:space="preserve"> Wor</w:t>
      </w:r>
      <w:r w:rsidR="006121EE">
        <w:rPr>
          <w:rStyle w:val="AnswerGray"/>
        </w:rPr>
        <w:t>k</w:t>
      </w:r>
      <w:r>
        <w:rPr>
          <w:rStyle w:val="AnswerGray"/>
        </w:rPr>
        <w:t>station VM, the /var/log/syslog belongs to root and can only be read by root</w:t>
      </w:r>
      <w:r w:rsidRPr="00DB6D2E">
        <w:rPr>
          <w:rStyle w:val="AnswerGray"/>
        </w:rPr>
        <w:t>.</w:t>
      </w:r>
    </w:p>
    <w:p w14:paraId="1F7B4312" w14:textId="77777777" w:rsidR="00AF2455" w:rsidRDefault="00AF2455" w:rsidP="00AF2455">
      <w:pPr>
        <w:pStyle w:val="SubStepAlpha"/>
      </w:pPr>
      <w:r>
        <w:t xml:space="preserve">Notice that the </w:t>
      </w:r>
      <w:r w:rsidRPr="008A2E0E">
        <w:rPr>
          <w:b/>
        </w:rPr>
        <w:t>/var/log/syslog</w:t>
      </w:r>
      <w:r>
        <w:t xml:space="preserve"> file only stores the most recent log entries. To keep the syslog file small, the operating system periodically rotates the log files, renaming older log files as </w:t>
      </w:r>
      <w:r w:rsidRPr="008A2E0E">
        <w:rPr>
          <w:b/>
        </w:rPr>
        <w:t>syslog.1</w:t>
      </w:r>
      <w:r>
        <w:t xml:space="preserve">, </w:t>
      </w:r>
      <w:r w:rsidRPr="008A2E0E">
        <w:rPr>
          <w:b/>
        </w:rPr>
        <w:t>syslog.2</w:t>
      </w:r>
      <w:r w:rsidRPr="00A86893">
        <w:t>,</w:t>
      </w:r>
      <w:r>
        <w:t xml:space="preserve"> and so on.</w:t>
      </w:r>
    </w:p>
    <w:p w14:paraId="56C8C2B5" w14:textId="77777777" w:rsidR="00AF2455" w:rsidRDefault="00AF2455" w:rsidP="00AF2455">
      <w:pPr>
        <w:pStyle w:val="BodyTextL50"/>
      </w:pPr>
      <w:r>
        <w:t xml:space="preserve">Use the </w:t>
      </w:r>
      <w:r>
        <w:rPr>
          <w:b/>
        </w:rPr>
        <w:t xml:space="preserve">cat </w:t>
      </w:r>
      <w:r>
        <w:t xml:space="preserve">command to list older </w:t>
      </w:r>
      <w:r w:rsidRPr="008A2E0E">
        <w:rPr>
          <w:b/>
        </w:rPr>
        <w:t>syslog</w:t>
      </w:r>
      <w:r>
        <w:t xml:space="preserve"> files:</w:t>
      </w:r>
    </w:p>
    <w:p w14:paraId="6EE28A4B" w14:textId="77777777" w:rsidR="00AF2455" w:rsidRPr="00E938B2" w:rsidRDefault="00AF2455" w:rsidP="00AF2455">
      <w:pPr>
        <w:pStyle w:val="CMD"/>
      </w:pPr>
      <w:proofErr w:type="spellStart"/>
      <w:r w:rsidRPr="00E938B2">
        <w:t>analyst@secOps</w:t>
      </w:r>
      <w:proofErr w:type="spellEnd"/>
      <w:r w:rsidRPr="00E938B2">
        <w:t xml:space="preserve"> ~$ </w:t>
      </w:r>
      <w:proofErr w:type="spellStart"/>
      <w:r w:rsidRPr="00E938B2">
        <w:rPr>
          <w:b/>
        </w:rPr>
        <w:t>sudo</w:t>
      </w:r>
      <w:proofErr w:type="spellEnd"/>
      <w:r w:rsidRPr="00E938B2">
        <w:rPr>
          <w:b/>
        </w:rPr>
        <w:t xml:space="preserve"> cat /var/log/syslog.2</w:t>
      </w:r>
    </w:p>
    <w:p w14:paraId="03E058B5" w14:textId="77777777" w:rsidR="00AF2455" w:rsidRPr="00E938B2" w:rsidRDefault="00AF2455" w:rsidP="00AF2455">
      <w:pPr>
        <w:pStyle w:val="CMD"/>
      </w:pPr>
      <w:proofErr w:type="spellStart"/>
      <w:r w:rsidRPr="00E938B2">
        <w:t>analyst@secOps</w:t>
      </w:r>
      <w:proofErr w:type="spellEnd"/>
      <w:r w:rsidRPr="00E938B2">
        <w:t xml:space="preserve"> ~$ </w:t>
      </w:r>
      <w:proofErr w:type="spellStart"/>
      <w:r w:rsidRPr="00E938B2">
        <w:rPr>
          <w:b/>
        </w:rPr>
        <w:t>sudo</w:t>
      </w:r>
      <w:proofErr w:type="spellEnd"/>
      <w:r w:rsidRPr="00E938B2">
        <w:rPr>
          <w:b/>
        </w:rPr>
        <w:t xml:space="preserve"> cat /var/log/syslog.3</w:t>
      </w:r>
    </w:p>
    <w:p w14:paraId="50B7DC2A" w14:textId="77777777" w:rsidR="00AF2455" w:rsidRPr="00E938B2" w:rsidRDefault="00AF2455" w:rsidP="00AF2455">
      <w:pPr>
        <w:pStyle w:val="CMD"/>
      </w:pPr>
      <w:proofErr w:type="spellStart"/>
      <w:r w:rsidRPr="00E938B2">
        <w:t>analyst@secOps</w:t>
      </w:r>
      <w:proofErr w:type="spellEnd"/>
      <w:r w:rsidRPr="00E938B2">
        <w:t xml:space="preserve"> ~$ </w:t>
      </w:r>
      <w:proofErr w:type="spellStart"/>
      <w:r w:rsidRPr="00E938B2">
        <w:rPr>
          <w:b/>
        </w:rPr>
        <w:t>sudo</w:t>
      </w:r>
      <w:proofErr w:type="spellEnd"/>
      <w:r w:rsidRPr="00E938B2">
        <w:rPr>
          <w:b/>
        </w:rPr>
        <w:t xml:space="preserve"> cat /var/log/syslog.4</w:t>
      </w:r>
    </w:p>
    <w:p w14:paraId="5A1D937F" w14:textId="77777777" w:rsidR="00AF2455" w:rsidRDefault="00AF2455" w:rsidP="00AF2455">
      <w:pPr>
        <w:pStyle w:val="Heading4"/>
      </w:pPr>
      <w:r>
        <w:lastRenderedPageBreak/>
        <w:t>Question:</w:t>
      </w:r>
    </w:p>
    <w:p w14:paraId="38860AE1" w14:textId="38CAE0C4" w:rsidR="00AF2455" w:rsidRDefault="00AF2455" w:rsidP="00AF2455">
      <w:pPr>
        <w:pStyle w:val="SubStepAlpha"/>
        <w:numPr>
          <w:ilvl w:val="0"/>
          <w:numId w:val="0"/>
        </w:numPr>
        <w:spacing w:before="0"/>
        <w:ind w:left="720"/>
      </w:pPr>
      <w:r>
        <w:t>Can you think of a reason why it is so important to keep the time and date of computers correctly synchronized?</w:t>
      </w:r>
    </w:p>
    <w:p w14:paraId="2F8A1994" w14:textId="790C91D9" w:rsidR="00AF2455" w:rsidRDefault="00AF2455" w:rsidP="00AF2455">
      <w:pPr>
        <w:pStyle w:val="AnswerLineL50"/>
        <w:spacing w:after="480"/>
      </w:pPr>
      <w:r>
        <w:t>Type your answers here.</w:t>
      </w:r>
    </w:p>
    <w:p w14:paraId="60041842" w14:textId="77777777" w:rsidR="00AF2455" w:rsidRPr="00737394" w:rsidRDefault="00AF2455" w:rsidP="00AF2455">
      <w:pPr>
        <w:pStyle w:val="BodyTextL50"/>
      </w:pPr>
      <w:r w:rsidRPr="00A86893">
        <w:rPr>
          <w:rStyle w:val="AnswerGray"/>
        </w:rPr>
        <w:t>L</w:t>
      </w:r>
      <w:r>
        <w:rPr>
          <w:rStyle w:val="AnswerGray"/>
        </w:rPr>
        <w:t>og systems use log files to record and store events and the date/time they took place. If the system clock is incorrect or not synchronized, it will make the troubleshooting process more difficult</w:t>
      </w:r>
      <w:r w:rsidRPr="00DB6D2E">
        <w:rPr>
          <w:rStyle w:val="AnswerGray"/>
        </w:rPr>
        <w:t>.</w:t>
      </w:r>
    </w:p>
    <w:p w14:paraId="18237F7C" w14:textId="77777777" w:rsidR="00AF2455" w:rsidRPr="004D3088" w:rsidRDefault="00AF2455" w:rsidP="00AF2455">
      <w:pPr>
        <w:pStyle w:val="Heading2"/>
      </w:pPr>
      <w:r>
        <w:t xml:space="preserve">Log Files and </w:t>
      </w:r>
      <w:proofErr w:type="spellStart"/>
      <w:r>
        <w:t>Journalctl</w:t>
      </w:r>
      <w:proofErr w:type="spellEnd"/>
    </w:p>
    <w:p w14:paraId="24DE73EB" w14:textId="77777777" w:rsidR="00AF2455" w:rsidRDefault="00AF2455" w:rsidP="00AF2455">
      <w:pPr>
        <w:pStyle w:val="BodyTextL25"/>
      </w:pPr>
      <w:r>
        <w:t xml:space="preserve">Another popular log management system is known as </w:t>
      </w:r>
      <w:r w:rsidRPr="00EA74E3">
        <w:rPr>
          <w:b/>
        </w:rPr>
        <w:t>journal</w:t>
      </w:r>
      <w:r>
        <w:t xml:space="preserve">. Managed by the </w:t>
      </w:r>
      <w:proofErr w:type="spellStart"/>
      <w:r w:rsidRPr="00EA74E3">
        <w:rPr>
          <w:b/>
        </w:rPr>
        <w:t>journald</w:t>
      </w:r>
      <w:proofErr w:type="spellEnd"/>
      <w:r>
        <w:t xml:space="preserve"> daemon, the system</w:t>
      </w:r>
      <w:r w:rsidRPr="00EA74E3">
        <w:t xml:space="preserve"> is </w:t>
      </w:r>
      <w:r>
        <w:t>designed to</w:t>
      </w:r>
      <w:r w:rsidRPr="00EA74E3">
        <w:t xml:space="preserve"> centralize the management of logs regardless of where the messages are originating.</w:t>
      </w:r>
      <w:r>
        <w:t xml:space="preserve"> In the context of this lab, the most evident feature of the </w:t>
      </w:r>
      <w:r w:rsidRPr="00EA74E3">
        <w:rPr>
          <w:b/>
        </w:rPr>
        <w:t>j</w:t>
      </w:r>
      <w:r>
        <w:rPr>
          <w:b/>
        </w:rPr>
        <w:t>ournal</w:t>
      </w:r>
      <w:r>
        <w:t xml:space="preserve"> system </w:t>
      </w:r>
      <w:r w:rsidRPr="00EA74E3">
        <w:t xml:space="preserve">daemon </w:t>
      </w:r>
      <w:r>
        <w:t>is the use of</w:t>
      </w:r>
      <w:r w:rsidRPr="00EA74E3">
        <w:t xml:space="preserve"> append-only</w:t>
      </w:r>
      <w:r>
        <w:t xml:space="preserve"> </w:t>
      </w:r>
      <w:r w:rsidRPr="00EA74E3">
        <w:t>binary files</w:t>
      </w:r>
      <w:r>
        <w:t xml:space="preserve"> </w:t>
      </w:r>
      <w:r w:rsidRPr="00EA74E3">
        <w:t>serving as its</w:t>
      </w:r>
      <w:r>
        <w:t xml:space="preserve"> </w:t>
      </w:r>
      <w:r w:rsidRPr="00EA74E3">
        <w:rPr>
          <w:b/>
        </w:rPr>
        <w:t>log</w:t>
      </w:r>
      <w:r>
        <w:rPr>
          <w:b/>
        </w:rPr>
        <w:t xml:space="preserve"> </w:t>
      </w:r>
      <w:r w:rsidRPr="00EA74E3">
        <w:rPr>
          <w:b/>
        </w:rPr>
        <w:t>files</w:t>
      </w:r>
      <w:r>
        <w:t>.</w:t>
      </w:r>
    </w:p>
    <w:p w14:paraId="0511B6DF" w14:textId="77777777" w:rsidR="00AF2455" w:rsidRDefault="00AF2455" w:rsidP="00AF2455">
      <w:pPr>
        <w:pStyle w:val="Heading3"/>
      </w:pPr>
      <w:r>
        <w:t xml:space="preserve">Running </w:t>
      </w:r>
      <w:proofErr w:type="spellStart"/>
      <w:r>
        <w:t>journalctl</w:t>
      </w:r>
      <w:proofErr w:type="spellEnd"/>
      <w:r>
        <w:t xml:space="preserve"> with no options.</w:t>
      </w:r>
    </w:p>
    <w:p w14:paraId="13A13AD8" w14:textId="77777777" w:rsidR="00AF2455" w:rsidRDefault="00AF2455" w:rsidP="00AF2455">
      <w:pPr>
        <w:pStyle w:val="SubStepAlpha"/>
      </w:pPr>
      <w:r>
        <w:t xml:space="preserve">To look at the </w:t>
      </w:r>
      <w:proofErr w:type="spellStart"/>
      <w:r w:rsidRPr="00EA74E3">
        <w:rPr>
          <w:b/>
        </w:rPr>
        <w:t>journald</w:t>
      </w:r>
      <w:proofErr w:type="spellEnd"/>
      <w:r>
        <w:t xml:space="preserve"> logs, use the </w:t>
      </w:r>
      <w:proofErr w:type="spellStart"/>
      <w:r w:rsidRPr="00EA74E3">
        <w:rPr>
          <w:b/>
        </w:rPr>
        <w:t>journalctl</w:t>
      </w:r>
      <w:proofErr w:type="spellEnd"/>
      <w:r>
        <w:t xml:space="preserve"> command. The </w:t>
      </w:r>
      <w:proofErr w:type="spellStart"/>
      <w:r>
        <w:rPr>
          <w:b/>
        </w:rPr>
        <w:t>journalctl</w:t>
      </w:r>
      <w:proofErr w:type="spellEnd"/>
      <w:r>
        <w:rPr>
          <w:b/>
        </w:rPr>
        <w:t xml:space="preserve"> </w:t>
      </w:r>
      <w:r w:rsidRPr="00E938B2">
        <w:t>tool</w:t>
      </w:r>
      <w:r>
        <w:rPr>
          <w:b/>
        </w:rPr>
        <w:t xml:space="preserve"> </w:t>
      </w:r>
      <w:r>
        <w:t xml:space="preserve">interprets and displays the log entries previously stored in the </w:t>
      </w:r>
      <w:r w:rsidRPr="00353270">
        <w:rPr>
          <w:b/>
        </w:rPr>
        <w:t>journal</w:t>
      </w:r>
      <w:r>
        <w:t xml:space="preserve"> binary log files.</w:t>
      </w:r>
    </w:p>
    <w:p w14:paraId="2B5B1BEE" w14:textId="77777777" w:rsidR="00AF2455" w:rsidRPr="005C5460" w:rsidRDefault="00AF2455" w:rsidP="00AF2455">
      <w:pPr>
        <w:pStyle w:val="CMD"/>
      </w:pPr>
      <w:proofErr w:type="spellStart"/>
      <w:r w:rsidRPr="005C5460">
        <w:t>analyst@secOps</w:t>
      </w:r>
      <w:proofErr w:type="spellEnd"/>
      <w:r w:rsidRPr="005C5460">
        <w:t xml:space="preserve"> ~$ </w:t>
      </w:r>
      <w:proofErr w:type="spellStart"/>
      <w:r w:rsidRPr="00E938B2">
        <w:rPr>
          <w:b/>
        </w:rPr>
        <w:t>journalctl</w:t>
      </w:r>
      <w:proofErr w:type="spellEnd"/>
    </w:p>
    <w:p w14:paraId="614B3A6C" w14:textId="77777777" w:rsidR="00AF2455" w:rsidRPr="005C5460" w:rsidRDefault="00AF2455" w:rsidP="00AF2455">
      <w:pPr>
        <w:pStyle w:val="CMDOutput"/>
      </w:pPr>
      <w:r w:rsidRPr="005C5460">
        <w:t>-- Logs begin at Fri 2014-09-26 14:13:12 EDT, end at Tue 2017-02-07 13:23:29 ES</w:t>
      </w:r>
    </w:p>
    <w:p w14:paraId="1E0D2D95"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Starting Paths.</w:t>
      </w:r>
    </w:p>
    <w:p w14:paraId="7A9A79A1"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Reached target Paths.</w:t>
      </w:r>
    </w:p>
    <w:p w14:paraId="133900CA"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Starting Timers.</w:t>
      </w:r>
    </w:p>
    <w:p w14:paraId="0CDFFD0F"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Reached target Timers.</w:t>
      </w:r>
    </w:p>
    <w:p w14:paraId="07FBDA5B"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Starting Sockets.</w:t>
      </w:r>
    </w:p>
    <w:p w14:paraId="63F4877C"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Reached target Sockets.</w:t>
      </w:r>
    </w:p>
    <w:p w14:paraId="36FE8341"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Starting Basic System.</w:t>
      </w:r>
    </w:p>
    <w:p w14:paraId="5CFE1AF8"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Reached target Basic System.</w:t>
      </w:r>
    </w:p>
    <w:p w14:paraId="1B5D8B71"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Starting Default.</w:t>
      </w:r>
    </w:p>
    <w:p w14:paraId="6EBB1E61"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Reached target Default.</w:t>
      </w:r>
    </w:p>
    <w:p w14:paraId="1B894F26" w14:textId="77777777" w:rsidR="00AF2455" w:rsidRPr="005C5460" w:rsidRDefault="00AF2455" w:rsidP="00AF2455">
      <w:pPr>
        <w:pStyle w:val="CMDOutput"/>
      </w:pPr>
      <w:r w:rsidRPr="005C5460">
        <w:t xml:space="preserve">Sep 26 14:13:12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Startup finished in 18ms.</w:t>
      </w:r>
    </w:p>
    <w:p w14:paraId="7DAE2B75"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Stopping Default.</w:t>
      </w:r>
    </w:p>
    <w:p w14:paraId="1DC632B9"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Stopped target Default.</w:t>
      </w:r>
    </w:p>
    <w:p w14:paraId="5794A990"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Stopping Basic System.</w:t>
      </w:r>
    </w:p>
    <w:p w14:paraId="7D39E8A7"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Stopped target Basic System.</w:t>
      </w:r>
    </w:p>
    <w:p w14:paraId="319F4BB9"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Stopping Paths.</w:t>
      </w:r>
    </w:p>
    <w:p w14:paraId="4728D831"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Stopped target Paths.</w:t>
      </w:r>
    </w:p>
    <w:p w14:paraId="04FA9D6E"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Stopping Timers.</w:t>
      </w:r>
    </w:p>
    <w:p w14:paraId="1D763F55"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Stopped target Timers.</w:t>
      </w:r>
    </w:p>
    <w:p w14:paraId="5C686676" w14:textId="77777777" w:rsidR="00AF2455" w:rsidRPr="005C5460" w:rsidRDefault="00AF2455" w:rsidP="00AF2455">
      <w:pPr>
        <w:pStyle w:val="CMDOutput"/>
      </w:pPr>
      <w:r w:rsidRPr="005C5460">
        <w:t xml:space="preserve">Sep 26 14:14:24 </w:t>
      </w:r>
      <w:proofErr w:type="spellStart"/>
      <w:r w:rsidRPr="005C5460">
        <w:t>dataAnalyzer</w:t>
      </w:r>
      <w:proofErr w:type="spellEnd"/>
      <w:r w:rsidRPr="005C5460">
        <w:t xml:space="preserve"> </w:t>
      </w:r>
      <w:proofErr w:type="spellStart"/>
      <w:proofErr w:type="gramStart"/>
      <w:r w:rsidRPr="005C5460">
        <w:t>systemd</w:t>
      </w:r>
      <w:proofErr w:type="spellEnd"/>
      <w:r w:rsidRPr="005C5460">
        <w:t>[</w:t>
      </w:r>
      <w:proofErr w:type="gramEnd"/>
      <w:r w:rsidRPr="005C5460">
        <w:t>1087]: Stopping Sockets.</w:t>
      </w:r>
    </w:p>
    <w:p w14:paraId="2C2F9AC1" w14:textId="77777777" w:rsidR="00AF2455" w:rsidRPr="005C5460" w:rsidRDefault="00AF2455" w:rsidP="00AF2455">
      <w:pPr>
        <w:pStyle w:val="CMDOutput"/>
      </w:pPr>
      <w:r>
        <w:t>&lt;output omitted&gt;</w:t>
      </w:r>
    </w:p>
    <w:p w14:paraId="3950A871" w14:textId="77777777" w:rsidR="00AF2455" w:rsidRDefault="00AF2455" w:rsidP="00AF2455">
      <w:pPr>
        <w:pStyle w:val="BodyTextL25"/>
      </w:pPr>
      <w:r w:rsidRPr="00353270">
        <w:rPr>
          <w:b/>
        </w:rPr>
        <w:t>Note</w:t>
      </w:r>
      <w:r w:rsidRPr="00E938B2">
        <w:t xml:space="preserve">: </w:t>
      </w:r>
      <w:r>
        <w:t xml:space="preserve">Running </w:t>
      </w:r>
      <w:proofErr w:type="spellStart"/>
      <w:r>
        <w:t>journalctl</w:t>
      </w:r>
      <w:proofErr w:type="spellEnd"/>
      <w:r>
        <w:t xml:space="preserve"> as root will display more detailed information.</w:t>
      </w:r>
    </w:p>
    <w:p w14:paraId="665AD815" w14:textId="77777777" w:rsidR="00AF2455" w:rsidRPr="00F07DAC" w:rsidRDefault="00AF2455" w:rsidP="00AF2455">
      <w:pPr>
        <w:pStyle w:val="SubStepAlpha"/>
      </w:pPr>
      <w:r w:rsidRPr="00E938B2">
        <w:t>Use CTRL+C to exit the display.</w:t>
      </w:r>
    </w:p>
    <w:p w14:paraId="46208016" w14:textId="77777777" w:rsidR="00AF2455" w:rsidRDefault="00AF2455" w:rsidP="00AF2455">
      <w:pPr>
        <w:pStyle w:val="Heading3"/>
      </w:pPr>
      <w:proofErr w:type="spellStart"/>
      <w:r w:rsidRPr="00353270">
        <w:t>Journalctl</w:t>
      </w:r>
      <w:proofErr w:type="spellEnd"/>
      <w:r w:rsidRPr="00353270">
        <w:t xml:space="preserve"> </w:t>
      </w:r>
      <w:r>
        <w:t>a</w:t>
      </w:r>
      <w:r w:rsidRPr="00353270">
        <w:t xml:space="preserve">nd a </w:t>
      </w:r>
      <w:r>
        <w:t>f</w:t>
      </w:r>
      <w:r w:rsidRPr="00353270">
        <w:t xml:space="preserve">ew </w:t>
      </w:r>
      <w:r>
        <w:t>op</w:t>
      </w:r>
      <w:r w:rsidRPr="00353270">
        <w:t>tions</w:t>
      </w:r>
      <w:r>
        <w:t>.</w:t>
      </w:r>
    </w:p>
    <w:p w14:paraId="67DE9964" w14:textId="77777777" w:rsidR="00AF2455" w:rsidRDefault="00AF2455" w:rsidP="00AF2455">
      <w:pPr>
        <w:pStyle w:val="BodyTextL25"/>
      </w:pPr>
      <w:r>
        <w:t xml:space="preserve">Part of the power of using </w:t>
      </w:r>
      <w:proofErr w:type="spellStart"/>
      <w:r w:rsidRPr="00353270">
        <w:rPr>
          <w:b/>
        </w:rPr>
        <w:t>journalctl</w:t>
      </w:r>
      <w:proofErr w:type="spellEnd"/>
      <w:r>
        <w:t xml:space="preserve"> lies in its options. For the following commands, use CRTL+C to exit the display.</w:t>
      </w:r>
    </w:p>
    <w:p w14:paraId="61AF8384" w14:textId="77777777" w:rsidR="00AF2455" w:rsidRDefault="00AF2455" w:rsidP="00AF2455">
      <w:pPr>
        <w:pStyle w:val="SubStepAlpha"/>
      </w:pPr>
      <w:r>
        <w:t xml:space="preserve">Use </w:t>
      </w:r>
      <w:proofErr w:type="spellStart"/>
      <w:r w:rsidRPr="00353270">
        <w:rPr>
          <w:b/>
        </w:rPr>
        <w:t>journalctl</w:t>
      </w:r>
      <w:proofErr w:type="spellEnd"/>
      <w:r w:rsidRPr="00353270">
        <w:rPr>
          <w:b/>
        </w:rPr>
        <w:t xml:space="preserve"> </w:t>
      </w:r>
      <w:r>
        <w:rPr>
          <w:b/>
        </w:rPr>
        <w:t>--</w:t>
      </w:r>
      <w:proofErr w:type="spellStart"/>
      <w:r w:rsidRPr="00353270">
        <w:rPr>
          <w:b/>
        </w:rPr>
        <w:t>utc</w:t>
      </w:r>
      <w:proofErr w:type="spellEnd"/>
      <w:r>
        <w:t xml:space="preserve"> to display all timestamps in UTC time:</w:t>
      </w:r>
    </w:p>
    <w:p w14:paraId="25555844" w14:textId="77777777" w:rsidR="00AF2455" w:rsidRPr="00353270" w:rsidRDefault="00AF2455" w:rsidP="00AF2455">
      <w:pPr>
        <w:pStyle w:val="CMD"/>
      </w:pPr>
      <w:proofErr w:type="spellStart"/>
      <w:r w:rsidRPr="00353270">
        <w:lastRenderedPageBreak/>
        <w:t>analyst@secOps</w:t>
      </w:r>
      <w:proofErr w:type="spellEnd"/>
      <w:r w:rsidRPr="00353270">
        <w:t xml:space="preserve"> ~$ </w:t>
      </w:r>
      <w:proofErr w:type="spellStart"/>
      <w:r w:rsidRPr="00E938B2">
        <w:rPr>
          <w:b/>
        </w:rPr>
        <w:t>sudo</w:t>
      </w:r>
      <w:proofErr w:type="spellEnd"/>
      <w:r w:rsidRPr="00E938B2">
        <w:rPr>
          <w:b/>
        </w:rPr>
        <w:t xml:space="preserve"> </w:t>
      </w:r>
      <w:proofErr w:type="spellStart"/>
      <w:r w:rsidRPr="00E938B2">
        <w:rPr>
          <w:b/>
        </w:rPr>
        <w:t>journalctl</w:t>
      </w:r>
      <w:proofErr w:type="spellEnd"/>
      <w:r w:rsidRPr="00E938B2">
        <w:rPr>
          <w:b/>
        </w:rPr>
        <w:t xml:space="preserve"> </w:t>
      </w:r>
      <w:r>
        <w:rPr>
          <w:b/>
        </w:rPr>
        <w:t>-</w:t>
      </w:r>
      <w:r w:rsidRPr="00E938B2">
        <w:rPr>
          <w:b/>
        </w:rPr>
        <w:t>–</w:t>
      </w:r>
      <w:proofErr w:type="spellStart"/>
      <w:r w:rsidRPr="00E938B2">
        <w:rPr>
          <w:b/>
        </w:rPr>
        <w:t>utc</w:t>
      </w:r>
      <w:proofErr w:type="spellEnd"/>
    </w:p>
    <w:p w14:paraId="5627DF1A" w14:textId="77777777" w:rsidR="00AF2455" w:rsidRDefault="00AF2455" w:rsidP="00AF2455">
      <w:pPr>
        <w:pStyle w:val="SubStepAlpha"/>
      </w:pPr>
      <w:r>
        <w:t xml:space="preserve">Use </w:t>
      </w:r>
      <w:proofErr w:type="spellStart"/>
      <w:r w:rsidRPr="00353270">
        <w:rPr>
          <w:b/>
        </w:rPr>
        <w:t>journalctl</w:t>
      </w:r>
      <w:proofErr w:type="spellEnd"/>
      <w:r w:rsidRPr="00353270">
        <w:rPr>
          <w:b/>
        </w:rPr>
        <w:t xml:space="preserve"> </w:t>
      </w:r>
      <w:r>
        <w:rPr>
          <w:b/>
        </w:rPr>
        <w:t>-b</w:t>
      </w:r>
      <w:r>
        <w:t xml:space="preserve"> to display log entries recorded during the last boot:</w:t>
      </w:r>
    </w:p>
    <w:p w14:paraId="52A6BD57" w14:textId="77777777" w:rsidR="00AF2455" w:rsidRDefault="00AF2455" w:rsidP="00AF2455">
      <w:pPr>
        <w:pStyle w:val="CMD"/>
      </w:pPr>
      <w:proofErr w:type="spellStart"/>
      <w:r w:rsidRPr="00353270">
        <w:t>analyst@secOps</w:t>
      </w:r>
      <w:proofErr w:type="spellEnd"/>
      <w:r w:rsidRPr="00353270">
        <w:t xml:space="preserve"> ~$ </w:t>
      </w:r>
      <w:proofErr w:type="spellStart"/>
      <w:r w:rsidRPr="00A86893">
        <w:rPr>
          <w:b/>
        </w:rPr>
        <w:t>sudo</w:t>
      </w:r>
      <w:proofErr w:type="spellEnd"/>
      <w:r w:rsidRPr="00A86893">
        <w:rPr>
          <w:b/>
        </w:rPr>
        <w:t xml:space="preserve"> </w:t>
      </w:r>
      <w:proofErr w:type="spellStart"/>
      <w:r w:rsidRPr="00A86893">
        <w:rPr>
          <w:b/>
        </w:rPr>
        <w:t>journalctl</w:t>
      </w:r>
      <w:proofErr w:type="spellEnd"/>
      <w:r w:rsidRPr="00A86893">
        <w:rPr>
          <w:b/>
        </w:rPr>
        <w:t xml:space="preserve"> –b</w:t>
      </w:r>
    </w:p>
    <w:p w14:paraId="61BA84BA"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w:t>
      </w:r>
      <w:proofErr w:type="spellStart"/>
      <w:r w:rsidRPr="005C5460">
        <w:t>systemd-</w:t>
      </w:r>
      <w:proofErr w:type="gramStart"/>
      <w:r w:rsidRPr="005C5460">
        <w:t>journald</w:t>
      </w:r>
      <w:proofErr w:type="spellEnd"/>
      <w:r w:rsidRPr="005C5460">
        <w:t>[</w:t>
      </w:r>
      <w:proofErr w:type="gramEnd"/>
      <w:r w:rsidRPr="005C5460">
        <w:t>172]: Time spent on flushing to /var is</w:t>
      </w:r>
    </w:p>
    <w:p w14:paraId="4B82B068"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Linux version 4.8.12-2-ARCH (</w:t>
      </w:r>
      <w:proofErr w:type="spellStart"/>
      <w:r w:rsidRPr="005C5460">
        <w:t>builduser@andyrtr</w:t>
      </w:r>
      <w:proofErr w:type="spellEnd"/>
      <w:r w:rsidRPr="005C5460">
        <w:t xml:space="preserve">) </w:t>
      </w:r>
    </w:p>
    <w:p w14:paraId="6FB661A4"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x86/</w:t>
      </w:r>
      <w:proofErr w:type="spellStart"/>
      <w:r w:rsidRPr="005C5460">
        <w:t>fpu</w:t>
      </w:r>
      <w:proofErr w:type="spellEnd"/>
      <w:r w:rsidRPr="005C5460">
        <w:t xml:space="preserve">: Supporting XSAVE feature 0x001: 'x87 </w:t>
      </w:r>
      <w:proofErr w:type="spellStart"/>
      <w:r w:rsidRPr="005C5460">
        <w:t>fl</w:t>
      </w:r>
      <w:proofErr w:type="spellEnd"/>
    </w:p>
    <w:p w14:paraId="42CCC4F1"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x86/</w:t>
      </w:r>
      <w:proofErr w:type="spellStart"/>
      <w:r w:rsidRPr="005C5460">
        <w:t>fpu</w:t>
      </w:r>
      <w:proofErr w:type="spellEnd"/>
      <w:r w:rsidRPr="005C5460">
        <w:t>: Supporting XSAVE feature 0x002: 'SSE re</w:t>
      </w:r>
    </w:p>
    <w:p w14:paraId="44AC2ED6"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x86/</w:t>
      </w:r>
      <w:proofErr w:type="spellStart"/>
      <w:r w:rsidRPr="005C5460">
        <w:t>fpu</w:t>
      </w:r>
      <w:proofErr w:type="spellEnd"/>
      <w:r w:rsidRPr="005C5460">
        <w:t>: Supporting XSAVE feature 0x004: 'AVX re</w:t>
      </w:r>
    </w:p>
    <w:p w14:paraId="1C8DA70E"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x86/</w:t>
      </w:r>
      <w:proofErr w:type="spellStart"/>
      <w:r w:rsidRPr="005C5460">
        <w:t>fpu</w:t>
      </w:r>
      <w:proofErr w:type="spellEnd"/>
      <w:r w:rsidRPr="005C5460">
        <w:t xml:space="preserve">: </w:t>
      </w:r>
      <w:proofErr w:type="spellStart"/>
      <w:r w:rsidRPr="005C5460">
        <w:t>xstate_</w:t>
      </w:r>
      <w:proofErr w:type="gramStart"/>
      <w:r w:rsidRPr="005C5460">
        <w:t>offset</w:t>
      </w:r>
      <w:proofErr w:type="spellEnd"/>
      <w:r w:rsidRPr="005C5460">
        <w:t>[</w:t>
      </w:r>
      <w:proofErr w:type="gramEnd"/>
      <w:r w:rsidRPr="005C5460">
        <w:t xml:space="preserve">2]:  576, </w:t>
      </w:r>
      <w:proofErr w:type="spellStart"/>
      <w:r w:rsidRPr="005C5460">
        <w:t>xstate_sizes</w:t>
      </w:r>
      <w:proofErr w:type="spellEnd"/>
      <w:r w:rsidRPr="005C5460">
        <w:t>[2]</w:t>
      </w:r>
    </w:p>
    <w:p w14:paraId="014E795D"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x86/</w:t>
      </w:r>
      <w:proofErr w:type="spellStart"/>
      <w:r w:rsidRPr="005C5460">
        <w:t>fpu</w:t>
      </w:r>
      <w:proofErr w:type="spellEnd"/>
      <w:r w:rsidRPr="005C5460">
        <w:t xml:space="preserve">: Enabled </w:t>
      </w:r>
      <w:proofErr w:type="spellStart"/>
      <w:r w:rsidRPr="005C5460">
        <w:t>xstate</w:t>
      </w:r>
      <w:proofErr w:type="spellEnd"/>
      <w:r w:rsidRPr="005C5460">
        <w:t xml:space="preserve"> features 0x7, context </w:t>
      </w:r>
      <w:proofErr w:type="spellStart"/>
      <w:r w:rsidRPr="005C5460">
        <w:t>si</w:t>
      </w:r>
      <w:proofErr w:type="spellEnd"/>
    </w:p>
    <w:p w14:paraId="3A929DE2"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x86/</w:t>
      </w:r>
      <w:proofErr w:type="spellStart"/>
      <w:r w:rsidRPr="005C5460">
        <w:t>fpu</w:t>
      </w:r>
      <w:proofErr w:type="spellEnd"/>
      <w:r w:rsidRPr="005C5460">
        <w:t>: Using 'eager' FPU context switches.</w:t>
      </w:r>
    </w:p>
    <w:p w14:paraId="25BFAA51" w14:textId="77777777" w:rsidR="00AF2455" w:rsidRPr="005C5460" w:rsidRDefault="00AF2455" w:rsidP="00AF2455">
      <w:pPr>
        <w:pStyle w:val="CMDOutput"/>
      </w:pPr>
      <w:r w:rsidRPr="005C5460">
        <w:t xml:space="preserve">Feb 07 08:23:13 </w:t>
      </w:r>
      <w:proofErr w:type="spellStart"/>
      <w:r w:rsidRPr="005C5460">
        <w:t>secOps</w:t>
      </w:r>
      <w:proofErr w:type="spellEnd"/>
      <w:r w:rsidRPr="005C5460">
        <w:t xml:space="preserve"> kernel: e820: BIOS-provided physical RAM map:</w:t>
      </w:r>
    </w:p>
    <w:p w14:paraId="44F5A1BE" w14:textId="77777777" w:rsidR="00AF2455" w:rsidRDefault="00AF2455" w:rsidP="00AF2455">
      <w:pPr>
        <w:pStyle w:val="CMDOutput"/>
      </w:pPr>
      <w:r>
        <w:t>&lt;output omitted&gt;</w:t>
      </w:r>
    </w:p>
    <w:p w14:paraId="1E4AD855" w14:textId="77777777" w:rsidR="00AF2455" w:rsidRDefault="00AF2455" w:rsidP="00AF2455">
      <w:pPr>
        <w:pStyle w:val="SubStepAlpha"/>
      </w:pPr>
      <w:r>
        <w:t xml:space="preserve">Use </w:t>
      </w:r>
      <w:proofErr w:type="spellStart"/>
      <w:r w:rsidRPr="00353270">
        <w:rPr>
          <w:b/>
        </w:rPr>
        <w:t>journalctl</w:t>
      </w:r>
      <w:proofErr w:type="spellEnd"/>
      <w:r w:rsidRPr="00353270">
        <w:rPr>
          <w:b/>
        </w:rPr>
        <w:t xml:space="preserve"> </w:t>
      </w:r>
      <w:r>
        <w:t xml:space="preserve">to specify the service and timeframe for log entries. The command below shows all </w:t>
      </w:r>
      <w:proofErr w:type="spellStart"/>
      <w:r w:rsidRPr="005C5460">
        <w:rPr>
          <w:b/>
        </w:rPr>
        <w:t>nginx</w:t>
      </w:r>
      <w:proofErr w:type="spellEnd"/>
      <w:r>
        <w:t xml:space="preserve"> service logs recorded today:</w:t>
      </w:r>
    </w:p>
    <w:p w14:paraId="3859F458" w14:textId="77777777" w:rsidR="00AF2455" w:rsidRDefault="00AF2455" w:rsidP="00AF2455">
      <w:pPr>
        <w:pStyle w:val="CMD"/>
      </w:pPr>
      <w:proofErr w:type="spellStart"/>
      <w:r w:rsidRPr="00A86893">
        <w:t>analyst@secOps</w:t>
      </w:r>
      <w:proofErr w:type="spellEnd"/>
      <w:r w:rsidRPr="00A86893">
        <w:t xml:space="preserve"> ~$ </w:t>
      </w:r>
      <w:proofErr w:type="spellStart"/>
      <w:r w:rsidRPr="00A86893">
        <w:rPr>
          <w:b/>
        </w:rPr>
        <w:t>sudo</w:t>
      </w:r>
      <w:proofErr w:type="spellEnd"/>
      <w:r w:rsidRPr="00E938B2">
        <w:rPr>
          <w:b/>
        </w:rPr>
        <w:t xml:space="preserve"> </w:t>
      </w:r>
      <w:proofErr w:type="spellStart"/>
      <w:r w:rsidRPr="00A86893">
        <w:rPr>
          <w:b/>
        </w:rPr>
        <w:t>journalctl</w:t>
      </w:r>
      <w:proofErr w:type="spellEnd"/>
      <w:r w:rsidRPr="00A86893">
        <w:rPr>
          <w:b/>
        </w:rPr>
        <w:t xml:space="preserve"> -u </w:t>
      </w:r>
      <w:proofErr w:type="spellStart"/>
      <w:proofErr w:type="gramStart"/>
      <w:r w:rsidRPr="00A86893">
        <w:rPr>
          <w:b/>
        </w:rPr>
        <w:t>nginx.service</w:t>
      </w:r>
      <w:proofErr w:type="spellEnd"/>
      <w:proofErr w:type="gramEnd"/>
      <w:r w:rsidRPr="00A86893">
        <w:rPr>
          <w:b/>
        </w:rPr>
        <w:t xml:space="preserve"> --since today</w:t>
      </w:r>
    </w:p>
    <w:p w14:paraId="6DFFA809" w14:textId="77777777" w:rsidR="00AF2455" w:rsidRDefault="00AF2455" w:rsidP="00AF2455">
      <w:pPr>
        <w:pStyle w:val="SubStepAlpha"/>
      </w:pPr>
      <w:r>
        <w:t xml:space="preserve">Use the </w:t>
      </w:r>
      <w:r w:rsidRPr="005C5460">
        <w:rPr>
          <w:b/>
        </w:rPr>
        <w:t>-k</w:t>
      </w:r>
      <w:r>
        <w:t xml:space="preserve"> switch to display only messages generated by the kernel:</w:t>
      </w:r>
    </w:p>
    <w:p w14:paraId="03DE59D5" w14:textId="77777777" w:rsidR="00AF2455" w:rsidRDefault="00AF2455" w:rsidP="00AF2455">
      <w:pPr>
        <w:pStyle w:val="CMD"/>
      </w:pPr>
      <w:proofErr w:type="spellStart"/>
      <w:r w:rsidRPr="005C5460">
        <w:t>analyst@secOps</w:t>
      </w:r>
      <w:proofErr w:type="spellEnd"/>
      <w:r w:rsidRPr="005C5460">
        <w:t xml:space="preserve"> ~$ </w:t>
      </w:r>
      <w:proofErr w:type="spellStart"/>
      <w:r w:rsidRPr="00A86893">
        <w:rPr>
          <w:b/>
        </w:rPr>
        <w:t>sudo</w:t>
      </w:r>
      <w:proofErr w:type="spellEnd"/>
      <w:r w:rsidRPr="00A86893">
        <w:rPr>
          <w:b/>
        </w:rPr>
        <w:t xml:space="preserve"> </w:t>
      </w:r>
      <w:proofErr w:type="spellStart"/>
      <w:r w:rsidRPr="00A86893">
        <w:rPr>
          <w:b/>
        </w:rPr>
        <w:t>journalctl</w:t>
      </w:r>
      <w:proofErr w:type="spellEnd"/>
      <w:r w:rsidRPr="00A86893">
        <w:rPr>
          <w:b/>
        </w:rPr>
        <w:t xml:space="preserve"> –k</w:t>
      </w:r>
    </w:p>
    <w:p w14:paraId="0428FDE6" w14:textId="77777777" w:rsidR="00AF2455" w:rsidRDefault="00AF2455" w:rsidP="00AF2455">
      <w:pPr>
        <w:pStyle w:val="SubStepAlpha"/>
      </w:pPr>
      <w:proofErr w:type="gramStart"/>
      <w:r>
        <w:t>Similar to</w:t>
      </w:r>
      <w:proofErr w:type="gramEnd"/>
      <w:r>
        <w:t xml:space="preserve"> </w:t>
      </w:r>
      <w:r w:rsidRPr="005C5460">
        <w:rPr>
          <w:b/>
        </w:rPr>
        <w:t>tail -f</w:t>
      </w:r>
      <w:r>
        <w:t xml:space="preserve"> described above, use the </w:t>
      </w:r>
      <w:r w:rsidRPr="005C5460">
        <w:rPr>
          <w:b/>
        </w:rPr>
        <w:t>-f</w:t>
      </w:r>
      <w:r>
        <w:t xml:space="preserve"> switch to </w:t>
      </w:r>
      <w:r w:rsidRPr="005C5460">
        <w:t>actively follow the logs as they are being written</w:t>
      </w:r>
      <w:r>
        <w:t>:</w:t>
      </w:r>
    </w:p>
    <w:p w14:paraId="33A118E7" w14:textId="77777777" w:rsidR="00AF2455" w:rsidRPr="00E938B2" w:rsidRDefault="00AF2455" w:rsidP="00AF2455">
      <w:pPr>
        <w:pStyle w:val="CMD"/>
        <w:rPr>
          <w:rStyle w:val="AnswerGray"/>
          <w:rFonts w:ascii="Courier New" w:hAnsi="Courier New"/>
          <w:shd w:val="clear" w:color="auto" w:fill="auto"/>
        </w:rPr>
      </w:pPr>
      <w:proofErr w:type="spellStart"/>
      <w:r w:rsidRPr="005C5460">
        <w:t>analyst@secOps</w:t>
      </w:r>
      <w:proofErr w:type="spellEnd"/>
      <w:r w:rsidRPr="005C5460">
        <w:t xml:space="preserve"> ~$ </w:t>
      </w:r>
      <w:proofErr w:type="spellStart"/>
      <w:r w:rsidRPr="00A86893">
        <w:rPr>
          <w:b/>
        </w:rPr>
        <w:t>sudo</w:t>
      </w:r>
      <w:proofErr w:type="spellEnd"/>
      <w:r w:rsidRPr="00A86893">
        <w:rPr>
          <w:b/>
        </w:rPr>
        <w:t xml:space="preserve"> </w:t>
      </w:r>
      <w:proofErr w:type="spellStart"/>
      <w:r w:rsidRPr="00A86893">
        <w:rPr>
          <w:b/>
        </w:rPr>
        <w:t>journalctl</w:t>
      </w:r>
      <w:proofErr w:type="spellEnd"/>
      <w:r w:rsidRPr="00A86893">
        <w:rPr>
          <w:b/>
        </w:rPr>
        <w:t xml:space="preserve"> –f</w:t>
      </w:r>
    </w:p>
    <w:p w14:paraId="4645202C" w14:textId="25246AEF" w:rsidR="00AF2455" w:rsidRPr="00AF2455" w:rsidRDefault="00AF2455" w:rsidP="00AF2455">
      <w:pPr>
        <w:pStyle w:val="Heading1"/>
      </w:pPr>
      <w:r w:rsidRPr="00AF2455">
        <w:t>Reflection Question</w:t>
      </w:r>
    </w:p>
    <w:p w14:paraId="64F0120C" w14:textId="77777777" w:rsidR="00AF2455" w:rsidRDefault="00AF2455" w:rsidP="00AF2455">
      <w:pPr>
        <w:pStyle w:val="BodyTextL25"/>
      </w:pPr>
      <w:r>
        <w:t xml:space="preserve">Compare Syslog and </w:t>
      </w:r>
      <w:proofErr w:type="spellStart"/>
      <w:r>
        <w:t>Journald</w:t>
      </w:r>
      <w:proofErr w:type="spellEnd"/>
      <w:r>
        <w:t>. What are the advantages and disadvantages of each?</w:t>
      </w:r>
    </w:p>
    <w:p w14:paraId="232507DD" w14:textId="77777777" w:rsidR="00AF2455" w:rsidRDefault="00AF2455" w:rsidP="00ED4E7F">
      <w:pPr>
        <w:pStyle w:val="AnswerLineL25"/>
        <w:spacing w:after="1800"/>
      </w:pPr>
      <w:r>
        <w:t>Type your answers here.</w:t>
      </w:r>
    </w:p>
    <w:p w14:paraId="1F414712" w14:textId="2B4C038F" w:rsidR="00AF2455" w:rsidRPr="00E938B2" w:rsidRDefault="00AF2455" w:rsidP="00AF2455">
      <w:pPr>
        <w:pStyle w:val="BodyTextL25"/>
        <w:rPr>
          <w:rStyle w:val="AnswerGray"/>
        </w:rPr>
      </w:pPr>
      <w:r w:rsidRPr="00A86893">
        <w:rPr>
          <w:rStyle w:val="AnswerGray"/>
        </w:rPr>
        <w:t>Syslog is a standard solution for logging. It uses plaintext files but has a lack of structure. The information is not centralized</w:t>
      </w:r>
      <w:r w:rsidR="00ED4E7F">
        <w:rPr>
          <w:rStyle w:val="AnswerGray"/>
        </w:rPr>
        <w:t>,</w:t>
      </w:r>
      <w:r w:rsidRPr="00A86893">
        <w:rPr>
          <w:rStyle w:val="AnswerGray"/>
        </w:rPr>
        <w:t xml:space="preserve"> and it may be necessary to search through lots of unrelated information to find </w:t>
      </w:r>
      <w:r>
        <w:rPr>
          <w:rStyle w:val="AnswerGray"/>
        </w:rPr>
        <w:t>relevant</w:t>
      </w:r>
      <w:r w:rsidRPr="00A86893">
        <w:rPr>
          <w:rStyle w:val="AnswerGray"/>
        </w:rPr>
        <w:t xml:space="preserve"> information. Syslog does not provide a way to separate messages by the related applications. Furthermore, the plaintext files may require rotation to keep them from become too large. </w:t>
      </w:r>
      <w:proofErr w:type="spellStart"/>
      <w:r w:rsidRPr="00A86893">
        <w:rPr>
          <w:rStyle w:val="AnswerGray"/>
        </w:rPr>
        <w:t>Journald</w:t>
      </w:r>
      <w:proofErr w:type="spellEnd"/>
      <w:r w:rsidRPr="00A86893">
        <w:rPr>
          <w:rStyle w:val="AnswerGray"/>
        </w:rPr>
        <w:t xml:space="preserve"> replaced plaintext log files with special file format for log messages. This makes it easier to find relevant log messages.</w:t>
      </w:r>
    </w:p>
    <w:p w14:paraId="24161196" w14:textId="0D7E51CA" w:rsidR="00C162C0" w:rsidRPr="00AF2455" w:rsidRDefault="00AF2455" w:rsidP="00AF2455">
      <w:pPr>
        <w:pStyle w:val="ConfigWindow"/>
      </w:pPr>
      <w:r w:rsidRPr="00AF2455">
        <w:t>End of document</w:t>
      </w:r>
    </w:p>
    <w:sectPr w:rsidR="00C162C0" w:rsidRPr="00AF245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B29B2" w14:textId="77777777" w:rsidR="00DB61F1" w:rsidRDefault="00DB61F1" w:rsidP="00710659">
      <w:pPr>
        <w:spacing w:after="0" w:line="240" w:lineRule="auto"/>
      </w:pPr>
      <w:r>
        <w:separator/>
      </w:r>
    </w:p>
    <w:p w14:paraId="6B0B7E88" w14:textId="77777777" w:rsidR="00DB61F1" w:rsidRDefault="00DB61F1"/>
  </w:endnote>
  <w:endnote w:type="continuationSeparator" w:id="0">
    <w:p w14:paraId="74492255" w14:textId="77777777" w:rsidR="00DB61F1" w:rsidRDefault="00DB61F1" w:rsidP="00710659">
      <w:pPr>
        <w:spacing w:after="0" w:line="240" w:lineRule="auto"/>
      </w:pPr>
      <w:r>
        <w:continuationSeparator/>
      </w:r>
    </w:p>
    <w:p w14:paraId="34B6FA62" w14:textId="77777777" w:rsidR="00DB61F1" w:rsidRDefault="00DB6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34CE3" w14:textId="110A7BF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C76D3">
          <w:t>2018</w:t>
        </w:r>
      </w:sdtContent>
    </w:sdt>
    <w:r>
      <w:t xml:space="preserve"> - </w:t>
    </w:r>
    <w:r>
      <w:fldChar w:fldCharType="begin"/>
    </w:r>
    <w:r>
      <w:instrText xml:space="preserve"> SAVEDATE  \@ "yyyy"  \* MERGEFORMAT </w:instrText>
    </w:r>
    <w:r>
      <w:fldChar w:fldCharType="separate"/>
    </w:r>
    <w:r w:rsidR="001C3C6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15F40" w14:textId="06071CC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C76D3">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1C3C61">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419263" w14:textId="77777777" w:rsidR="00DB61F1" w:rsidRDefault="00DB61F1" w:rsidP="00710659">
      <w:pPr>
        <w:spacing w:after="0" w:line="240" w:lineRule="auto"/>
      </w:pPr>
      <w:r>
        <w:separator/>
      </w:r>
    </w:p>
    <w:p w14:paraId="6999B29C" w14:textId="77777777" w:rsidR="00DB61F1" w:rsidRDefault="00DB61F1"/>
  </w:footnote>
  <w:footnote w:type="continuationSeparator" w:id="0">
    <w:p w14:paraId="09FED01E" w14:textId="77777777" w:rsidR="00DB61F1" w:rsidRDefault="00DB61F1" w:rsidP="00710659">
      <w:pPr>
        <w:spacing w:after="0" w:line="240" w:lineRule="auto"/>
      </w:pPr>
      <w:r>
        <w:continuationSeparator/>
      </w:r>
    </w:p>
    <w:p w14:paraId="0F82B929" w14:textId="77777777" w:rsidR="00DB61F1" w:rsidRDefault="00DB6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29999D184EC4CC69435CA55C02A8C5D"/>
      </w:placeholder>
      <w:dataBinding w:prefixMappings="xmlns:ns0='http://purl.org/dc/elements/1.1/' xmlns:ns1='http://schemas.openxmlformats.org/package/2006/metadata/core-properties' " w:xpath="/ns1:coreProperties[1]/ns0:title[1]" w:storeItemID="{6C3C8BC8-F283-45AE-878A-BAB7291924A1}"/>
      <w:text/>
    </w:sdtPr>
    <w:sdtEndPr/>
    <w:sdtContent>
      <w:p w14:paraId="289FFBC2" w14:textId="77777777" w:rsidR="00926CB2" w:rsidRDefault="00AF2455" w:rsidP="008402F2">
        <w:pPr>
          <w:pStyle w:val="PageHead"/>
        </w:pPr>
        <w:r>
          <w:t>Lab - Reading Server Logs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4BE78" w14:textId="77777777" w:rsidR="00926CB2" w:rsidRDefault="00882B63" w:rsidP="006C3FCF">
    <w:pPr>
      <w:ind w:left="-288"/>
    </w:pPr>
    <w:r>
      <w:rPr>
        <w:noProof/>
      </w:rPr>
      <w:drawing>
        <wp:inline distT="0" distB="0" distL="0" distR="0" wp14:anchorId="05D48306" wp14:editId="44B3330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3E28DD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5E629C3"/>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D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67D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0C9E"/>
    <w:rsid w:val="001C1D9E"/>
    <w:rsid w:val="001C3C61"/>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770A"/>
    <w:rsid w:val="00260CD4"/>
    <w:rsid w:val="002639D8"/>
    <w:rsid w:val="00265F77"/>
    <w:rsid w:val="00266C83"/>
    <w:rsid w:val="00270FCC"/>
    <w:rsid w:val="002768DC"/>
    <w:rsid w:val="00286FC4"/>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264A"/>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21EE"/>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CFC"/>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3DB"/>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97A"/>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673C5"/>
    <w:rsid w:val="00970A69"/>
    <w:rsid w:val="0098155C"/>
    <w:rsid w:val="00981CCA"/>
    <w:rsid w:val="00983B77"/>
    <w:rsid w:val="00984933"/>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23ED"/>
    <w:rsid w:val="00A46F0A"/>
    <w:rsid w:val="00A46F25"/>
    <w:rsid w:val="00A47CC2"/>
    <w:rsid w:val="00A502BA"/>
    <w:rsid w:val="00A60146"/>
    <w:rsid w:val="00A601A9"/>
    <w:rsid w:val="00A60F6F"/>
    <w:rsid w:val="00A622C4"/>
    <w:rsid w:val="00A6283D"/>
    <w:rsid w:val="00A676FF"/>
    <w:rsid w:val="00A71D3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2455"/>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534"/>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6A1A"/>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1F1"/>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4E7F"/>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6D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970547"/>
  <w15:docId w15:val="{95F5A237-FB1F-4359-8070-8C18596B5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F245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F245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AF245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AF245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C76D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E297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C76D3"/>
    <w:pPr>
      <w:spacing w:before="0" w:after="0"/>
    </w:pPr>
    <w:rPr>
      <w:i/>
      <w:color w:val="FFFFFF" w:themeColor="background1"/>
      <w:sz w:val="6"/>
    </w:rPr>
  </w:style>
  <w:style w:type="paragraph" w:customStyle="1" w:styleId="SubStepAlpha">
    <w:name w:val="SubStep Alpha"/>
    <w:basedOn w:val="BodyTextL25"/>
    <w:qFormat/>
    <w:rsid w:val="00AF245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F245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F245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C76D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9999D184EC4CC69435CA55C02A8C5D"/>
        <w:category>
          <w:name w:val="General"/>
          <w:gallery w:val="placeholder"/>
        </w:category>
        <w:types>
          <w:type w:val="bbPlcHdr"/>
        </w:types>
        <w:behaviors>
          <w:behavior w:val="content"/>
        </w:behaviors>
        <w:guid w:val="{1731B759-F6D4-4027-91E2-1DCD90CEAB2E}"/>
      </w:docPartPr>
      <w:docPartBody>
        <w:p w:rsidR="008A4ED0" w:rsidRDefault="007824E7">
          <w:pPr>
            <w:pStyle w:val="729999D184EC4CC69435CA55C02A8C5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4E7"/>
    <w:rsid w:val="003F1AD4"/>
    <w:rsid w:val="007824E7"/>
    <w:rsid w:val="008A4ED0"/>
    <w:rsid w:val="00AF0BF2"/>
    <w:rsid w:val="00FC4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9999D184EC4CC69435CA55C02A8C5D">
    <w:name w:val="729999D184EC4CC69435CA55C02A8C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202EE-67C2-4947-B531-43C993047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10</TotalTime>
  <Pages>6</Pages>
  <Words>2380</Words>
  <Characters>13572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Lab - Reading Server Logs</vt:lpstr>
    </vt:vector>
  </TitlesOfParts>
  <Company>Cisco Systems, Inc.</Company>
  <LinksUpToDate>false</LinksUpToDate>
  <CharactersWithSpaces>15921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Reading Server Logs</dc:title>
  <dc:creator>SP</dc:creator>
  <dc:description>2018</dc:description>
  <cp:lastModifiedBy>Suk-Yi Pennock -X (spennock - UNICON INC at Cisco)</cp:lastModifiedBy>
  <cp:revision>9</cp:revision>
  <cp:lastPrinted>2020-07-14T22:17:00Z</cp:lastPrinted>
  <dcterms:created xsi:type="dcterms:W3CDTF">2020-05-12T23:20:00Z</dcterms:created>
  <dcterms:modified xsi:type="dcterms:W3CDTF">2020-07-15T23:01:00Z</dcterms:modified>
</cp:coreProperties>
</file>